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F9A29" w14:textId="77777777"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6C9D1540" wp14:editId="61453993">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14:paraId="0DCA16F3" w14:textId="77777777" w:rsidR="00F97C29" w:rsidRDefault="00F97C29" w:rsidP="00105C23">
      <w:pPr>
        <w:pStyle w:val="ZEmetteur"/>
        <w:rPr>
          <w:rFonts w:ascii="Arial" w:hAnsi="Arial"/>
          <w:sz w:val="22"/>
          <w:szCs w:val="22"/>
        </w:rPr>
      </w:pPr>
    </w:p>
    <w:p w14:paraId="1CDF2C04" w14:textId="77777777"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14:paraId="38A850B9" w14:textId="77777777"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14:paraId="2C2D96AF" w14:textId="77777777"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14:paraId="6BFA8A5E" w14:textId="77777777" w:rsidR="001D4F6C" w:rsidRPr="008F3145" w:rsidRDefault="001D4F6C" w:rsidP="001D4F6C">
      <w:pPr>
        <w:rPr>
          <w:rFonts w:ascii="Arial" w:hAnsi="Arial" w:cs="Arial"/>
        </w:rPr>
      </w:pPr>
    </w:p>
    <w:p w14:paraId="059B2D57" w14:textId="77777777" w:rsidR="00105C23" w:rsidRPr="008F3145" w:rsidRDefault="00105C23" w:rsidP="001D4F6C">
      <w:pPr>
        <w:rPr>
          <w:rFonts w:ascii="Arial" w:hAnsi="Arial" w:cs="Arial"/>
        </w:rPr>
      </w:pPr>
    </w:p>
    <w:p w14:paraId="2D271961" w14:textId="77777777" w:rsidR="00105C23" w:rsidRPr="008F3145" w:rsidRDefault="00105C23" w:rsidP="001D4F6C">
      <w:pPr>
        <w:rPr>
          <w:rFonts w:ascii="Arial" w:hAnsi="Arial" w:cs="Arial"/>
        </w:rPr>
      </w:pPr>
    </w:p>
    <w:p w14:paraId="50056F9C" w14:textId="77777777"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14:paraId="1FE4CD15" w14:textId="77777777" w:rsidTr="00727FB0">
        <w:tc>
          <w:tcPr>
            <w:tcW w:w="9002" w:type="dxa"/>
            <w:shd w:val="clear" w:color="auto" w:fill="00B0F0"/>
          </w:tcPr>
          <w:p w14:paraId="7B97978C" w14:textId="77777777"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14:paraId="019DDAF0" w14:textId="77777777"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14:paraId="279C5255" w14:textId="77777777"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14:paraId="6DE06CE4" w14:textId="77777777" w:rsidTr="008F1DE2">
        <w:tc>
          <w:tcPr>
            <w:tcW w:w="10277" w:type="dxa"/>
            <w:shd w:val="clear" w:color="auto" w:fill="00B0F0"/>
          </w:tcPr>
          <w:p w14:paraId="330F5298" w14:textId="77777777"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14:paraId="55BE5CF4" w14:textId="77777777" w:rsidR="00EE1F84" w:rsidRPr="008F3145" w:rsidRDefault="00EE1F84" w:rsidP="00EE1F84">
      <w:pPr>
        <w:tabs>
          <w:tab w:val="left" w:pos="426"/>
          <w:tab w:val="left" w:pos="851"/>
        </w:tabs>
        <w:rPr>
          <w:rFonts w:ascii="Arial" w:hAnsi="Arial" w:cs="Arial"/>
        </w:rPr>
      </w:pPr>
    </w:p>
    <w:p w14:paraId="0300D117" w14:textId="77777777"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14:paraId="516207AB" w14:textId="77777777"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14:paraId="38CCFA53" w14:textId="5591B9BA" w:rsidR="00EE1F84" w:rsidRDefault="00D130BB" w:rsidP="00D130BB">
          <w:pPr>
            <w:tabs>
              <w:tab w:val="left" w:pos="426"/>
              <w:tab w:val="left" w:pos="851"/>
            </w:tabs>
            <w:rPr>
              <w:rFonts w:ascii="Arial" w:hAnsi="Arial" w:cs="Arial"/>
              <w:sz w:val="20"/>
            </w:rPr>
          </w:pPr>
          <w:r w:rsidRPr="00D130BB">
            <w:rPr>
              <w:rFonts w:ascii="Arial" w:hAnsi="Arial" w:cs="Arial"/>
              <w:szCs w:val="22"/>
            </w:rPr>
            <w:t xml:space="preserve"> La réalisation de la prestation de médecine de travail au profit des personnels civils du Min</w:t>
          </w:r>
          <w:r>
            <w:rPr>
              <w:rFonts w:ascii="Arial" w:hAnsi="Arial" w:cs="Arial"/>
              <w:szCs w:val="22"/>
            </w:rPr>
            <w:t>istère des Armées relevant du 5</w:t>
          </w:r>
          <w:r w:rsidRPr="00D130BB">
            <w:rPr>
              <w:rFonts w:ascii="Arial" w:hAnsi="Arial" w:cs="Arial"/>
              <w:szCs w:val="22"/>
              <w:vertAlign w:val="superscript"/>
            </w:rPr>
            <w:t>ème</w:t>
          </w:r>
          <w:r>
            <w:rPr>
              <w:rFonts w:ascii="Arial" w:hAnsi="Arial" w:cs="Arial"/>
              <w:szCs w:val="22"/>
            </w:rPr>
            <w:t xml:space="preserve"> </w:t>
          </w:r>
          <w:r w:rsidRPr="00D130BB">
            <w:rPr>
              <w:rFonts w:ascii="Arial" w:hAnsi="Arial" w:cs="Arial"/>
              <w:szCs w:val="22"/>
            </w:rPr>
            <w:t xml:space="preserve">CMA de Strasbourg pour la zone géographique de PHALSBOURG </w:t>
          </w:r>
          <w:r w:rsidR="000D57E3">
            <w:rPr>
              <w:rFonts w:ascii="Arial" w:hAnsi="Arial" w:cs="Arial"/>
              <w:szCs w:val="22"/>
            </w:rPr>
            <w:t>/ SARREBOURG, BITCHE et DIEUZE</w:t>
          </w:r>
          <w:r w:rsidRPr="00D130BB">
            <w:rPr>
              <w:rFonts w:ascii="Arial" w:hAnsi="Arial" w:cs="Arial"/>
              <w:szCs w:val="22"/>
            </w:rPr>
            <w:t>.</w:t>
          </w:r>
        </w:p>
      </w:sdtContent>
    </w:sdt>
    <w:p w14:paraId="2AAC0C68" w14:textId="77777777" w:rsidR="00D130BB" w:rsidRDefault="00D130BB" w:rsidP="00D130BB">
      <w:pPr>
        <w:pStyle w:val="Paragraphedeliste"/>
        <w:tabs>
          <w:tab w:val="left" w:pos="426"/>
          <w:tab w:val="left" w:pos="851"/>
        </w:tabs>
        <w:ind w:left="360"/>
        <w:rPr>
          <w:rFonts w:ascii="Arial" w:hAnsi="Arial" w:cs="Arial"/>
          <w:szCs w:val="22"/>
          <w:u w:val="single"/>
        </w:rPr>
      </w:pPr>
    </w:p>
    <w:p w14:paraId="2564CBD9" w14:textId="77777777"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14:paraId="26ED040C" w14:textId="77777777"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r w:rsidRPr="00996406">
        <w:rPr>
          <w:rFonts w:ascii="Arial" w:hAnsi="Arial" w:cs="Arial"/>
          <w:szCs w:val="22"/>
        </w:rPr>
        <w:t xml:space="preserve">au lot du marché ou de l’accord-cadre </w:t>
      </w:r>
      <w:r w:rsidRPr="00996406">
        <w:rPr>
          <w:rFonts w:ascii="Arial" w:hAnsi="Arial" w:cs="Arial"/>
          <w:b/>
          <w:szCs w:val="22"/>
          <w:u w:val="single"/>
        </w:rPr>
        <w:t>(Dans le cadre de l’allotissement, un formulaire ATTRI1 doit être établi par lot)</w:t>
      </w:r>
      <w:r w:rsidRPr="00996406">
        <w:rPr>
          <w:rFonts w:ascii="Arial" w:hAnsi="Arial" w:cs="Arial"/>
          <w:szCs w:val="22"/>
          <w:u w:val="single"/>
        </w:rPr>
        <w:t> </w:t>
      </w:r>
      <w:r w:rsidRPr="00996406">
        <w:rPr>
          <w:rFonts w:ascii="Arial" w:hAnsi="Arial" w:cs="Arial"/>
          <w:szCs w:val="22"/>
        </w:rPr>
        <w:t>:</w:t>
      </w:r>
    </w:p>
    <w:p w14:paraId="6DC10D62" w14:textId="77777777" w:rsidR="000E7247" w:rsidRPr="00005BA0" w:rsidRDefault="000E7247" w:rsidP="000E7247">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Pr="00826B6D">
        <w:rPr>
          <w:rFonts w:ascii="Arial" w:hAnsi="Arial" w:cs="Arial"/>
          <w:sz w:val="20"/>
          <w:szCs w:val="20"/>
        </w:rPr>
        <w:fldChar w:fldCharType="begin">
          <w:ffData>
            <w:name w:val=""/>
            <w:enabled/>
            <w:calcOnExit w:val="0"/>
            <w:checkBox>
              <w:size w:val="20"/>
              <w:default w:val="0"/>
            </w:checkBox>
          </w:ffData>
        </w:fldChar>
      </w:r>
      <w:r w:rsidRPr="00826B6D">
        <w:rPr>
          <w:rFonts w:ascii="Arial" w:hAnsi="Arial" w:cs="Arial"/>
          <w:sz w:val="20"/>
          <w:szCs w:val="20"/>
        </w:rPr>
        <w:instrText xml:space="preserve"> FORMCHECKBOX </w:instrText>
      </w:r>
      <w:r w:rsidR="00C443EE">
        <w:rPr>
          <w:rFonts w:ascii="Arial" w:hAnsi="Arial" w:cs="Arial"/>
          <w:sz w:val="20"/>
          <w:szCs w:val="20"/>
        </w:rPr>
      </w:r>
      <w:r w:rsidR="00C443EE">
        <w:rPr>
          <w:rFonts w:ascii="Arial" w:hAnsi="Arial" w:cs="Arial"/>
          <w:sz w:val="20"/>
          <w:szCs w:val="20"/>
        </w:rPr>
        <w:fldChar w:fldCharType="separate"/>
      </w:r>
      <w:r w:rsidRPr="00826B6D">
        <w:rPr>
          <w:rFonts w:ascii="Arial" w:hAnsi="Arial" w:cs="Arial"/>
          <w:sz w:val="20"/>
          <w:szCs w:val="20"/>
        </w:rPr>
        <w:fldChar w:fldCharType="end"/>
      </w:r>
      <w:r w:rsidRPr="00826B6D">
        <w:rPr>
          <w:rFonts w:ascii="Arial" w:hAnsi="Arial" w:cs="Arial"/>
          <w:szCs w:val="22"/>
        </w:rPr>
        <w:t xml:space="preserve"> Lot n°1 : </w:t>
      </w:r>
      <w:r w:rsidR="00D130BB" w:rsidRPr="00D130BB">
        <w:rPr>
          <w:rFonts w:ascii="Arial" w:hAnsi="Arial" w:cs="Arial"/>
          <w:szCs w:val="22"/>
        </w:rPr>
        <w:t>: Prestations de médecine du travail au profit des personnels civils du ministère des armées du 5</w:t>
      </w:r>
      <w:r w:rsidR="00D130BB" w:rsidRPr="00D130BB">
        <w:rPr>
          <w:rFonts w:ascii="Arial" w:hAnsi="Arial" w:cs="Arial"/>
          <w:szCs w:val="22"/>
          <w:vertAlign w:val="superscript"/>
        </w:rPr>
        <w:t>ème</w:t>
      </w:r>
      <w:r w:rsidR="00D130BB">
        <w:rPr>
          <w:rFonts w:ascii="Arial" w:hAnsi="Arial" w:cs="Arial"/>
          <w:szCs w:val="22"/>
        </w:rPr>
        <w:t xml:space="preserve"> </w:t>
      </w:r>
      <w:r w:rsidR="00D130BB" w:rsidRPr="00D130BB">
        <w:rPr>
          <w:rFonts w:ascii="Arial" w:hAnsi="Arial" w:cs="Arial"/>
          <w:szCs w:val="22"/>
        </w:rPr>
        <w:t>CMA de Strasbourg pour la zone géographique de Phalsbourg / Sarrebourg.</w:t>
      </w:r>
    </w:p>
    <w:p w14:paraId="222B5E51" w14:textId="77777777" w:rsidR="00D130BB" w:rsidRDefault="000E7247" w:rsidP="00005BA0">
      <w:pPr>
        <w:tabs>
          <w:tab w:val="left" w:pos="426"/>
          <w:tab w:val="left" w:pos="851"/>
        </w:tabs>
        <w:suppressAutoHyphens/>
        <w:spacing w:before="120"/>
        <w:ind w:left="786"/>
        <w:rPr>
          <w:rFonts w:ascii="Arial" w:hAnsi="Arial" w:cs="Arial"/>
          <w:szCs w:val="22"/>
        </w:rPr>
      </w:pPr>
      <w:r w:rsidRPr="00005BA0">
        <w:rPr>
          <w:rFonts w:ascii="Arial" w:hAnsi="Arial" w:cs="Arial"/>
          <w:szCs w:val="22"/>
        </w:rPr>
        <w:t xml:space="preserve"> </w:t>
      </w:r>
      <w:r w:rsidRPr="00005BA0">
        <w:rPr>
          <w:rFonts w:ascii="Arial" w:hAnsi="Arial" w:cs="Arial"/>
          <w:sz w:val="20"/>
          <w:szCs w:val="20"/>
        </w:rPr>
        <w:t xml:space="preserve"> </w:t>
      </w:r>
      <w:r w:rsidRPr="00005BA0">
        <w:rPr>
          <w:rFonts w:ascii="Arial" w:hAnsi="Arial" w:cs="Arial"/>
          <w:sz w:val="20"/>
          <w:szCs w:val="20"/>
        </w:rPr>
        <w:fldChar w:fldCharType="begin">
          <w:ffData>
            <w:name w:val=""/>
            <w:enabled/>
            <w:calcOnExit w:val="0"/>
            <w:checkBox>
              <w:size w:val="20"/>
              <w:default w:val="0"/>
            </w:checkBox>
          </w:ffData>
        </w:fldChar>
      </w:r>
      <w:r w:rsidRPr="00005BA0">
        <w:rPr>
          <w:rFonts w:ascii="Arial" w:hAnsi="Arial" w:cs="Arial"/>
          <w:sz w:val="20"/>
          <w:szCs w:val="20"/>
        </w:rPr>
        <w:instrText xml:space="preserve"> FORMCHECKBOX </w:instrText>
      </w:r>
      <w:r w:rsidR="00C443EE">
        <w:rPr>
          <w:rFonts w:ascii="Arial" w:hAnsi="Arial" w:cs="Arial"/>
          <w:sz w:val="20"/>
          <w:szCs w:val="20"/>
        </w:rPr>
      </w:r>
      <w:r w:rsidR="00C443EE">
        <w:rPr>
          <w:rFonts w:ascii="Arial" w:hAnsi="Arial" w:cs="Arial"/>
          <w:sz w:val="20"/>
          <w:szCs w:val="20"/>
        </w:rPr>
        <w:fldChar w:fldCharType="separate"/>
      </w:r>
      <w:r w:rsidRPr="00005BA0">
        <w:rPr>
          <w:rFonts w:ascii="Arial" w:hAnsi="Arial" w:cs="Arial"/>
          <w:sz w:val="20"/>
          <w:szCs w:val="20"/>
        </w:rPr>
        <w:fldChar w:fldCharType="end"/>
      </w:r>
      <w:r w:rsidRPr="00005BA0">
        <w:rPr>
          <w:rFonts w:ascii="Arial" w:hAnsi="Arial" w:cs="Arial"/>
          <w:szCs w:val="22"/>
        </w:rPr>
        <w:t xml:space="preserve"> Lot n°2 :</w:t>
      </w:r>
      <w:r w:rsidR="00005BA0" w:rsidRPr="00005BA0">
        <w:rPr>
          <w:rFonts w:ascii="Arial" w:hAnsi="Arial" w:cs="Arial"/>
          <w:szCs w:val="22"/>
        </w:rPr>
        <w:t xml:space="preserve"> </w:t>
      </w:r>
      <w:r w:rsidR="00D130BB" w:rsidRPr="00D130BB">
        <w:rPr>
          <w:rFonts w:ascii="Arial" w:hAnsi="Arial" w:cs="Arial"/>
          <w:szCs w:val="22"/>
        </w:rPr>
        <w:t>Prestations de médecine du travail au profit des personnels civils du ministère des armées du 5</w:t>
      </w:r>
      <w:r w:rsidR="00D130BB" w:rsidRPr="00D130BB">
        <w:rPr>
          <w:rFonts w:ascii="Arial" w:hAnsi="Arial" w:cs="Arial"/>
          <w:szCs w:val="22"/>
          <w:vertAlign w:val="superscript"/>
        </w:rPr>
        <w:t>ème</w:t>
      </w:r>
      <w:r w:rsidR="00D130BB" w:rsidRPr="00D130BB">
        <w:rPr>
          <w:rFonts w:ascii="Arial" w:hAnsi="Arial" w:cs="Arial"/>
          <w:szCs w:val="22"/>
        </w:rPr>
        <w:t xml:space="preserve"> CMA de Strasbourg pour la zone géographique de Bitche</w:t>
      </w:r>
    </w:p>
    <w:p w14:paraId="74CE0AAF" w14:textId="77777777" w:rsidR="000E7247" w:rsidRDefault="000E7247" w:rsidP="00D130BB">
      <w:pPr>
        <w:tabs>
          <w:tab w:val="left" w:pos="426"/>
          <w:tab w:val="left" w:pos="851"/>
        </w:tabs>
        <w:suppressAutoHyphens/>
        <w:spacing w:before="120"/>
        <w:ind w:left="786"/>
        <w:rPr>
          <w:rFonts w:ascii="Arial" w:hAnsi="Arial" w:cs="Arial"/>
          <w:szCs w:val="22"/>
        </w:rPr>
      </w:pPr>
      <w:r w:rsidRPr="00005BA0">
        <w:rPr>
          <w:rFonts w:ascii="Arial" w:hAnsi="Arial" w:cs="Arial"/>
          <w:szCs w:val="22"/>
        </w:rPr>
        <w:t xml:space="preserve"> </w:t>
      </w:r>
      <w:r w:rsidRPr="00005BA0">
        <w:rPr>
          <w:rFonts w:ascii="Arial" w:hAnsi="Arial" w:cs="Arial"/>
          <w:sz w:val="20"/>
          <w:szCs w:val="20"/>
        </w:rPr>
        <w:t xml:space="preserve"> </w:t>
      </w:r>
      <w:r w:rsidRPr="00005BA0">
        <w:rPr>
          <w:rFonts w:ascii="Arial" w:hAnsi="Arial" w:cs="Arial"/>
          <w:sz w:val="20"/>
          <w:szCs w:val="20"/>
        </w:rPr>
        <w:fldChar w:fldCharType="begin">
          <w:ffData>
            <w:name w:val=""/>
            <w:enabled/>
            <w:calcOnExit w:val="0"/>
            <w:checkBox>
              <w:size w:val="20"/>
              <w:default w:val="0"/>
            </w:checkBox>
          </w:ffData>
        </w:fldChar>
      </w:r>
      <w:r w:rsidRPr="00005BA0">
        <w:rPr>
          <w:rFonts w:ascii="Arial" w:hAnsi="Arial" w:cs="Arial"/>
          <w:sz w:val="20"/>
          <w:szCs w:val="20"/>
        </w:rPr>
        <w:instrText xml:space="preserve"> FORMCHECKBOX </w:instrText>
      </w:r>
      <w:r w:rsidR="00C443EE">
        <w:rPr>
          <w:rFonts w:ascii="Arial" w:hAnsi="Arial" w:cs="Arial"/>
          <w:sz w:val="20"/>
          <w:szCs w:val="20"/>
        </w:rPr>
      </w:r>
      <w:r w:rsidR="00C443EE">
        <w:rPr>
          <w:rFonts w:ascii="Arial" w:hAnsi="Arial" w:cs="Arial"/>
          <w:sz w:val="20"/>
          <w:szCs w:val="20"/>
        </w:rPr>
        <w:fldChar w:fldCharType="separate"/>
      </w:r>
      <w:r w:rsidRPr="00005BA0">
        <w:rPr>
          <w:rFonts w:ascii="Arial" w:hAnsi="Arial" w:cs="Arial"/>
          <w:sz w:val="20"/>
          <w:szCs w:val="20"/>
        </w:rPr>
        <w:fldChar w:fldCharType="end"/>
      </w:r>
      <w:r w:rsidRPr="00005BA0">
        <w:rPr>
          <w:rFonts w:ascii="Arial" w:hAnsi="Arial" w:cs="Arial"/>
          <w:szCs w:val="22"/>
        </w:rPr>
        <w:t xml:space="preserve"> Lot n°3 : </w:t>
      </w:r>
      <w:r w:rsidR="00D130BB" w:rsidRPr="00D130BB">
        <w:rPr>
          <w:rFonts w:ascii="Arial" w:hAnsi="Arial" w:cs="Arial"/>
          <w:szCs w:val="22"/>
        </w:rPr>
        <w:t xml:space="preserve">: Prestations de médecine du travail au profit des personnels civils </w:t>
      </w:r>
      <w:r w:rsidR="00D130BB">
        <w:rPr>
          <w:rFonts w:ascii="Arial" w:hAnsi="Arial" w:cs="Arial"/>
          <w:szCs w:val="22"/>
        </w:rPr>
        <w:t>du ministère des armées du 5</w:t>
      </w:r>
      <w:r w:rsidR="00D130BB" w:rsidRPr="00D130BB">
        <w:rPr>
          <w:rFonts w:ascii="Arial" w:hAnsi="Arial" w:cs="Arial"/>
          <w:szCs w:val="22"/>
          <w:vertAlign w:val="superscript"/>
        </w:rPr>
        <w:t>ème</w:t>
      </w:r>
      <w:r w:rsidR="00D130BB">
        <w:rPr>
          <w:rFonts w:ascii="Arial" w:hAnsi="Arial" w:cs="Arial"/>
          <w:szCs w:val="22"/>
        </w:rPr>
        <w:t xml:space="preserve"> </w:t>
      </w:r>
      <w:r w:rsidR="00D130BB" w:rsidRPr="00D130BB">
        <w:rPr>
          <w:rFonts w:ascii="Arial" w:hAnsi="Arial" w:cs="Arial"/>
          <w:szCs w:val="22"/>
        </w:rPr>
        <w:t>CMA de Strasbourg pour la zone géographique de Dieuze.</w:t>
      </w:r>
    </w:p>
    <w:p w14:paraId="1F7CE3CC" w14:textId="77777777" w:rsidR="00D130BB" w:rsidRPr="00996406" w:rsidRDefault="00D130BB" w:rsidP="00D130BB">
      <w:pPr>
        <w:tabs>
          <w:tab w:val="left" w:pos="426"/>
          <w:tab w:val="left" w:pos="851"/>
        </w:tabs>
        <w:suppressAutoHyphens/>
        <w:spacing w:before="120"/>
        <w:ind w:left="786"/>
        <w:rPr>
          <w:rFonts w:ascii="Arial" w:hAnsi="Arial" w:cs="Arial"/>
          <w:szCs w:val="22"/>
        </w:rPr>
      </w:pPr>
    </w:p>
    <w:p w14:paraId="153BC548" w14:textId="77777777" w:rsidR="000E7247" w:rsidRPr="00996406" w:rsidRDefault="000E7247" w:rsidP="00D130BB">
      <w:pPr>
        <w:pStyle w:val="fcasegauche"/>
        <w:numPr>
          <w:ilvl w:val="0"/>
          <w:numId w:val="4"/>
        </w:numPr>
        <w:tabs>
          <w:tab w:val="left" w:pos="851"/>
        </w:tabs>
        <w:rPr>
          <w:rFonts w:ascii="Arial" w:hAnsi="Arial" w:cs="Arial"/>
          <w:sz w:val="22"/>
          <w:szCs w:val="22"/>
        </w:rPr>
      </w:pPr>
      <w:r w:rsidRPr="00996406">
        <w:rPr>
          <w:rFonts w:ascii="Arial" w:hAnsi="Arial" w:cs="Arial"/>
          <w:sz w:val="22"/>
          <w:szCs w:val="22"/>
        </w:rPr>
        <w:fldChar w:fldCharType="begin">
          <w:ffData>
            <w:name w:val=""/>
            <w:enabled/>
            <w:calcOnExit w:val="0"/>
            <w:checkBox>
              <w:size w:val="20"/>
              <w:default w:val="1"/>
            </w:checkBox>
          </w:ffData>
        </w:fldChar>
      </w:r>
      <w:r w:rsidRPr="00996406">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996406">
        <w:rPr>
          <w:rFonts w:ascii="Arial" w:hAnsi="Arial" w:cs="Arial"/>
          <w:sz w:val="22"/>
          <w:szCs w:val="22"/>
        </w:rPr>
        <w:fldChar w:fldCharType="end"/>
      </w:r>
      <w:r w:rsidRPr="00996406">
        <w:rPr>
          <w:rFonts w:ascii="Arial" w:hAnsi="Arial" w:cs="Arial"/>
          <w:sz w:val="22"/>
          <w:szCs w:val="22"/>
        </w:rPr>
        <w:tab/>
        <w:t>à l’offre de base.</w:t>
      </w:r>
    </w:p>
    <w:p w14:paraId="310C092A" w14:textId="77777777" w:rsidR="000E7247" w:rsidRDefault="000E7247" w:rsidP="00EE1F84">
      <w:pPr>
        <w:tabs>
          <w:tab w:val="left" w:pos="851"/>
        </w:tabs>
        <w:rPr>
          <w:rFonts w:ascii="Arial" w:hAnsi="Arial" w:cs="Arial"/>
          <w:sz w:val="20"/>
        </w:rPr>
      </w:pPr>
    </w:p>
    <w:p w14:paraId="35C857F7" w14:textId="77777777"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14:paraId="6D9B35F6" w14:textId="77777777" w:rsidTr="00727FB0">
        <w:tc>
          <w:tcPr>
            <w:tcW w:w="10277" w:type="dxa"/>
            <w:shd w:val="clear" w:color="auto" w:fill="00B0F0"/>
          </w:tcPr>
          <w:p w14:paraId="61E3720D"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14:paraId="76720504" w14:textId="77777777" w:rsidR="00EE1F84" w:rsidRPr="000B6FCA" w:rsidRDefault="00EE1F84" w:rsidP="00EE1F84">
      <w:pPr>
        <w:tabs>
          <w:tab w:val="left" w:pos="851"/>
        </w:tabs>
        <w:rPr>
          <w:rFonts w:ascii="Arial" w:hAnsi="Arial" w:cs="Arial"/>
          <w:szCs w:val="22"/>
        </w:rPr>
      </w:pPr>
    </w:p>
    <w:p w14:paraId="0F3764F7"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14:paraId="5B290A9B" w14:textId="77777777" w:rsidR="00EE1F84" w:rsidRPr="000B6FCA" w:rsidRDefault="00EE1F84" w:rsidP="00EE1F84">
      <w:pPr>
        <w:tabs>
          <w:tab w:val="left" w:pos="851"/>
        </w:tabs>
        <w:rPr>
          <w:rFonts w:ascii="Arial" w:hAnsi="Arial" w:cs="Arial"/>
          <w:szCs w:val="22"/>
        </w:rPr>
      </w:pPr>
    </w:p>
    <w:p w14:paraId="5088C2F6"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14:paraId="29AC2B5D"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Pr="000B6FCA">
            <w:rPr>
              <w:rFonts w:ascii="Arial" w:hAnsi="Arial" w:cs="Arial"/>
              <w:szCs w:val="22"/>
            </w:rPr>
            <w:t>DAF_</w:t>
          </w:r>
          <w:r w:rsidR="00D130BB">
            <w:rPr>
              <w:rFonts w:ascii="Arial" w:hAnsi="Arial" w:cs="Arial"/>
              <w:szCs w:val="22"/>
            </w:rPr>
            <w:t>2025</w:t>
          </w:r>
          <w:r w:rsidRPr="000B6FCA">
            <w:rPr>
              <w:rFonts w:ascii="Arial" w:hAnsi="Arial" w:cs="Arial"/>
              <w:szCs w:val="22"/>
            </w:rPr>
            <w:t>_</w:t>
          </w:r>
          <w:r w:rsidR="0007424D">
            <w:rPr>
              <w:rFonts w:ascii="Arial" w:hAnsi="Arial" w:cs="Arial"/>
              <w:szCs w:val="22"/>
            </w:rPr>
            <w:t>00</w:t>
          </w:r>
          <w:r w:rsidR="00212553">
            <w:rPr>
              <w:rFonts w:ascii="Arial" w:hAnsi="Arial" w:cs="Arial"/>
              <w:szCs w:val="22"/>
            </w:rPr>
            <w:t>0050</w:t>
          </w:r>
          <w:r w:rsidR="00005BA0">
            <w:rPr>
              <w:rFonts w:ascii="Arial" w:hAnsi="Arial" w:cs="Arial"/>
              <w:szCs w:val="22"/>
            </w:rPr>
            <w:t> ;</w:t>
          </w:r>
        </w:sdtContent>
      </w:sdt>
    </w:p>
    <w:p w14:paraId="4D085A03" w14:textId="77777777"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w:t>
              </w:r>
              <w:r w:rsidR="00212553" w:rsidRPr="000B6FCA">
                <w:rPr>
                  <w:rFonts w:ascii="Arial" w:hAnsi="Arial" w:cs="Arial"/>
                  <w:szCs w:val="22"/>
                </w:rPr>
                <w:t>DAF_</w:t>
              </w:r>
              <w:r w:rsidR="00212553">
                <w:rPr>
                  <w:rFonts w:ascii="Arial" w:hAnsi="Arial" w:cs="Arial"/>
                  <w:szCs w:val="22"/>
                </w:rPr>
                <w:t>2025</w:t>
              </w:r>
              <w:r w:rsidR="00212553" w:rsidRPr="000B6FCA">
                <w:rPr>
                  <w:rFonts w:ascii="Arial" w:hAnsi="Arial" w:cs="Arial"/>
                  <w:szCs w:val="22"/>
                </w:rPr>
                <w:t>_</w:t>
              </w:r>
              <w:r w:rsidR="00212553">
                <w:rPr>
                  <w:rFonts w:ascii="Arial" w:hAnsi="Arial" w:cs="Arial"/>
                  <w:szCs w:val="22"/>
                </w:rPr>
                <w:t>000050 </w:t>
              </w:r>
              <w:r w:rsidRPr="000B6FCA">
                <w:rPr>
                  <w:rFonts w:ascii="Arial" w:hAnsi="Arial" w:cs="Arial"/>
                  <w:szCs w:val="22"/>
                </w:rPr>
                <w:t>et ses annexes</w:t>
              </w:r>
              <w:r>
                <w:rPr>
                  <w:rFonts w:ascii="Arial" w:hAnsi="Arial" w:cs="Arial"/>
                  <w:szCs w:val="22"/>
                </w:rPr>
                <w:t> ;</w:t>
              </w:r>
            </w:sdtContent>
          </w:sdt>
        </w:sdtContent>
      </w:sdt>
    </w:p>
    <w:p w14:paraId="54720D04"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14:paraId="366A29D2"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14:paraId="21D32F30" w14:textId="77777777" w:rsidR="00EE1F84" w:rsidRPr="000B6FCA" w:rsidRDefault="00EE1F84" w:rsidP="00EE1F84">
      <w:pPr>
        <w:tabs>
          <w:tab w:val="left" w:pos="851"/>
        </w:tabs>
        <w:rPr>
          <w:rFonts w:ascii="Arial" w:hAnsi="Arial" w:cs="Arial"/>
          <w:szCs w:val="22"/>
        </w:rPr>
      </w:pPr>
    </w:p>
    <w:p w14:paraId="3DC60C5E"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et conformément à leurs clauses,</w:t>
      </w:r>
    </w:p>
    <w:p w14:paraId="71D55A5F" w14:textId="77777777" w:rsidR="00EE1F84" w:rsidRPr="000B6FCA" w:rsidRDefault="00C4488D" w:rsidP="00C4488D">
      <w:pPr>
        <w:tabs>
          <w:tab w:val="left" w:pos="6507"/>
        </w:tabs>
        <w:rPr>
          <w:rFonts w:ascii="Arial" w:hAnsi="Arial" w:cs="Arial"/>
          <w:szCs w:val="22"/>
        </w:rPr>
      </w:pPr>
      <w:r w:rsidRPr="000B6FCA">
        <w:rPr>
          <w:rFonts w:ascii="Arial" w:hAnsi="Arial" w:cs="Arial"/>
          <w:szCs w:val="22"/>
        </w:rPr>
        <w:tab/>
      </w:r>
    </w:p>
    <w:p w14:paraId="20F8E1C1" w14:textId="77777777"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14:paraId="06F96AAE" w14:textId="77777777" w:rsidR="00EE1F84" w:rsidRPr="000B6FCA" w:rsidRDefault="00EE1F84" w:rsidP="00EE1F84">
      <w:pPr>
        <w:tabs>
          <w:tab w:val="left" w:pos="851"/>
        </w:tabs>
        <w:rPr>
          <w:rFonts w:ascii="Arial" w:hAnsi="Arial" w:cs="Arial"/>
          <w:szCs w:val="22"/>
        </w:rPr>
      </w:pPr>
    </w:p>
    <w:p w14:paraId="297E4637" w14:textId="77777777"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s’engage, sur la base de son offre et pour son propre compte ;</w:t>
      </w:r>
    </w:p>
    <w:p w14:paraId="6C587DE0" w14:textId="77777777"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19E1E8AC" w14:textId="77777777"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14:paraId="0AA7D05A" w14:textId="77777777"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14:paraId="62F0B335" w14:textId="77777777" w:rsidR="00EE1F84" w:rsidRPr="000B6FCA" w:rsidRDefault="00EE1F84" w:rsidP="00EE1F84">
      <w:pPr>
        <w:tabs>
          <w:tab w:val="left" w:pos="851"/>
        </w:tabs>
        <w:rPr>
          <w:rFonts w:ascii="Arial" w:hAnsi="Arial" w:cs="Arial"/>
          <w:szCs w:val="22"/>
        </w:rPr>
      </w:pPr>
    </w:p>
    <w:p w14:paraId="4717E008" w14:textId="77777777"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engage la société ……………………… sur la base de son offre ;</w:t>
      </w:r>
    </w:p>
    <w:p w14:paraId="79FA5C55" w14:textId="77777777"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14B52962" w14:textId="77777777" w:rsidR="00EE1F84" w:rsidRPr="000B6FCA" w:rsidRDefault="00EE1F84" w:rsidP="00EE1F84">
      <w:pPr>
        <w:tabs>
          <w:tab w:val="left" w:pos="851"/>
        </w:tabs>
        <w:rPr>
          <w:rFonts w:ascii="Arial" w:hAnsi="Arial" w:cs="Arial"/>
          <w:szCs w:val="22"/>
        </w:rPr>
      </w:pPr>
    </w:p>
    <w:p w14:paraId="05015BDD" w14:textId="77777777"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14:paraId="202DD6CC"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14:paraId="19961BB7"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14:paraId="2EB1F986"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à livrer les fournitures demandées ou à exécuter les prestations demandées :</w:t>
      </w:r>
    </w:p>
    <w:p w14:paraId="7CBE4C70" w14:textId="77777777" w:rsidR="00677A4D" w:rsidRPr="000B6FCA" w:rsidRDefault="00677A4D" w:rsidP="00EE1F84">
      <w:pPr>
        <w:pStyle w:val="fcase1ertab"/>
        <w:tabs>
          <w:tab w:val="left" w:pos="851"/>
        </w:tabs>
        <w:ind w:left="0" w:firstLine="0"/>
        <w:rPr>
          <w:rFonts w:ascii="Arial" w:hAnsi="Arial" w:cs="Arial"/>
          <w:sz w:val="22"/>
          <w:szCs w:val="22"/>
        </w:rPr>
      </w:pPr>
    </w:p>
    <w:p w14:paraId="2B875ED2" w14:textId="77777777"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r w:rsidR="00EE1F84" w:rsidRPr="000B6FCA">
        <w:rPr>
          <w:rFonts w:ascii="Arial" w:hAnsi="Arial" w:cs="Arial"/>
          <w:sz w:val="22"/>
          <w:szCs w:val="22"/>
        </w:rPr>
        <w:t>aux prix indiqués dans l’annexe financière jointe au présent document.</w:t>
      </w:r>
    </w:p>
    <w:p w14:paraId="034D7B21" w14:textId="77777777" w:rsidR="00296713" w:rsidRPr="008F3145" w:rsidRDefault="00296713" w:rsidP="00005BA0">
      <w:pPr>
        <w:pStyle w:val="fcasegauche"/>
        <w:tabs>
          <w:tab w:val="left" w:pos="851"/>
        </w:tabs>
        <w:ind w:left="0" w:firstLine="0"/>
        <w:rPr>
          <w:rFonts w:ascii="Arial" w:hAnsi="Arial" w:cs="Arial"/>
          <w:sz w:val="18"/>
        </w:rPr>
      </w:pPr>
    </w:p>
    <w:p w14:paraId="4E79567D"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14:paraId="1FF7C76A"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(en cas de groupement d’opérateurs économiques.)</w:t>
      </w:r>
    </w:p>
    <w:p w14:paraId="7FA9FB5B" w14:textId="77777777" w:rsidR="00EE1F84" w:rsidRPr="000B6FCA" w:rsidRDefault="00EE1F84" w:rsidP="00EE1F84">
      <w:pPr>
        <w:tabs>
          <w:tab w:val="left" w:pos="851"/>
          <w:tab w:val="left" w:pos="6237"/>
        </w:tabs>
        <w:rPr>
          <w:rFonts w:ascii="Arial" w:hAnsi="Arial" w:cs="Arial"/>
          <w:i/>
          <w:iCs/>
          <w:szCs w:val="22"/>
        </w:rPr>
      </w:pPr>
    </w:p>
    <w:p w14:paraId="371CC7B2"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14:paraId="6625D865" w14:textId="77777777"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14:paraId="54EB87A3" w14:textId="77777777"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14:paraId="3F375C0E" w14:textId="77777777"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BF5619"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14:paraId="4956EDC6"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CA5F7" w14:textId="77777777"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14:paraId="5FA7B0D2" w14:textId="77777777"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14:paraId="25B8D730" w14:textId="77777777"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350EA" w14:textId="77777777"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AD3F3F4"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2B467"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14:paraId="5A0FA84F" w14:textId="77777777"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14:paraId="1B9A9349" w14:textId="77777777" w:rsidTr="00A64B97">
        <w:trPr>
          <w:trHeight w:val="1021"/>
        </w:trPr>
        <w:tc>
          <w:tcPr>
            <w:tcW w:w="4503" w:type="dxa"/>
            <w:tcBorders>
              <w:top w:val="single" w:sz="4" w:space="0" w:color="000000"/>
              <w:left w:val="single" w:sz="4" w:space="0" w:color="000000"/>
            </w:tcBorders>
            <w:shd w:val="clear" w:color="auto" w:fill="auto"/>
          </w:tcPr>
          <w:p w14:paraId="3F2402E9" w14:textId="77777777"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14:paraId="63908081" w14:textId="77777777"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14:paraId="399EC93A" w14:textId="77777777" w:rsidR="00EE1F84" w:rsidRPr="000B6FCA" w:rsidRDefault="00EE1F84" w:rsidP="00D06808">
            <w:pPr>
              <w:tabs>
                <w:tab w:val="left" w:pos="851"/>
              </w:tabs>
              <w:snapToGrid w:val="0"/>
              <w:rPr>
                <w:rFonts w:ascii="Arial" w:hAnsi="Arial" w:cs="Arial"/>
                <w:szCs w:val="22"/>
              </w:rPr>
            </w:pPr>
          </w:p>
        </w:tc>
      </w:tr>
      <w:tr w:rsidR="00EE1F84" w:rsidRPr="000B6FCA" w14:paraId="4D50669A" w14:textId="77777777" w:rsidTr="00030513">
        <w:trPr>
          <w:trHeight w:val="1021"/>
        </w:trPr>
        <w:tc>
          <w:tcPr>
            <w:tcW w:w="4503" w:type="dxa"/>
            <w:tcBorders>
              <w:left w:val="single" w:sz="4" w:space="0" w:color="000000"/>
              <w:bottom w:val="single" w:sz="4" w:space="0" w:color="auto"/>
            </w:tcBorders>
            <w:shd w:val="clear" w:color="auto" w:fill="auto"/>
          </w:tcPr>
          <w:p w14:paraId="14110980" w14:textId="77777777"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14:paraId="6CA62CE5" w14:textId="77777777"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14:paraId="3E152C47" w14:textId="77777777" w:rsidR="00EE1F84" w:rsidRPr="000B6FCA" w:rsidRDefault="00EE1F84" w:rsidP="00D06808">
            <w:pPr>
              <w:tabs>
                <w:tab w:val="left" w:pos="851"/>
              </w:tabs>
              <w:snapToGrid w:val="0"/>
              <w:rPr>
                <w:rFonts w:ascii="Arial" w:hAnsi="Arial" w:cs="Arial"/>
                <w:szCs w:val="22"/>
              </w:rPr>
            </w:pPr>
          </w:p>
        </w:tc>
      </w:tr>
    </w:tbl>
    <w:p w14:paraId="207CEE60" w14:textId="77777777" w:rsidR="00EE1F84" w:rsidRPr="000B6FCA" w:rsidRDefault="00EE1F84" w:rsidP="00EE1F84">
      <w:pPr>
        <w:pStyle w:val="fcasegauche"/>
        <w:tabs>
          <w:tab w:val="left" w:pos="851"/>
        </w:tabs>
        <w:spacing w:after="0"/>
        <w:ind w:left="0" w:firstLine="0"/>
        <w:rPr>
          <w:rFonts w:ascii="Arial" w:hAnsi="Arial" w:cs="Arial"/>
          <w:bCs/>
          <w:iCs/>
          <w:sz w:val="22"/>
          <w:szCs w:val="22"/>
        </w:rPr>
      </w:pPr>
    </w:p>
    <w:p w14:paraId="73D196D6"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14:paraId="4A949843" w14:textId="77777777"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14:paraId="41A21A61"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2DAE57E"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14:paraId="22A2B59E"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571E33A2"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3CAFB866"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14:paraId="3C420622"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4BF22177"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22FAA747"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4F0087E"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7827802" w14:textId="2D1C4C4A" w:rsidR="00EE1F84" w:rsidRPr="00FB7EEF" w:rsidRDefault="00EE1F84" w:rsidP="00FB7EEF">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002131C5">
        <w:rPr>
          <w:rFonts w:ascii="Arial" w:hAnsi="Arial"/>
          <w:szCs w:val="22"/>
          <w:u w:val="single"/>
        </w:rPr>
        <w:t xml:space="preserve"> </w:t>
      </w:r>
      <w:r w:rsidRPr="000B6FCA">
        <w:rPr>
          <w:rFonts w:ascii="Arial" w:hAnsi="Arial"/>
          <w:b w:val="0"/>
          <w:szCs w:val="22"/>
        </w:rPr>
        <w:t> </w:t>
      </w:r>
      <w:r w:rsidR="002131C5" w:rsidRPr="002131C5">
        <w:rPr>
          <w:rFonts w:ascii="Arial" w:hAnsi="Arial"/>
          <w:b w:val="0"/>
          <w:szCs w:val="22"/>
        </w:rPr>
        <w:t>R.2191-4 du code de la commande publique.</w:t>
      </w:r>
    </w:p>
    <w:p w14:paraId="33429AFA" w14:textId="77777777" w:rsidR="00EE1F84" w:rsidRPr="000B6FCA" w:rsidRDefault="00EE1F84" w:rsidP="00EE1F84">
      <w:pPr>
        <w:tabs>
          <w:tab w:val="left" w:pos="426"/>
          <w:tab w:val="left" w:pos="851"/>
        </w:tabs>
        <w:rPr>
          <w:rFonts w:ascii="Arial" w:hAnsi="Arial" w:cs="Arial"/>
          <w:b/>
          <w:szCs w:val="22"/>
        </w:rPr>
      </w:pPr>
    </w:p>
    <w:p w14:paraId="1D402FC8" w14:textId="77777777"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14:paraId="4275BFA8" w14:textId="77777777"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14:paraId="3A466C1E" w14:textId="77777777" w:rsidR="00EE1F84" w:rsidRDefault="00EE1F84" w:rsidP="00EE1F84">
      <w:pPr>
        <w:tabs>
          <w:tab w:val="left" w:pos="426"/>
          <w:tab w:val="left" w:pos="851"/>
        </w:tabs>
        <w:rPr>
          <w:rFonts w:ascii="Arial" w:hAnsi="Arial" w:cs="Arial"/>
          <w:b/>
          <w:szCs w:val="22"/>
        </w:rPr>
      </w:pPr>
    </w:p>
    <w:p w14:paraId="3AAE9DCE" w14:textId="77777777" w:rsidR="00005BA0" w:rsidRDefault="00005BA0" w:rsidP="00EE1F84">
      <w:pPr>
        <w:tabs>
          <w:tab w:val="left" w:pos="426"/>
          <w:tab w:val="left" w:pos="851"/>
        </w:tabs>
        <w:rPr>
          <w:rFonts w:ascii="Arial" w:hAnsi="Arial" w:cs="Arial"/>
          <w:b/>
          <w:szCs w:val="22"/>
        </w:rPr>
      </w:pPr>
    </w:p>
    <w:p w14:paraId="57E8B8AF" w14:textId="77777777" w:rsidR="00005BA0" w:rsidRPr="000B6FCA" w:rsidRDefault="00005BA0" w:rsidP="00EE1F84">
      <w:pPr>
        <w:tabs>
          <w:tab w:val="left" w:pos="426"/>
          <w:tab w:val="left" w:pos="851"/>
        </w:tabs>
        <w:rPr>
          <w:rFonts w:ascii="Arial" w:hAnsi="Arial" w:cs="Arial"/>
          <w:b/>
          <w:szCs w:val="22"/>
        </w:rPr>
      </w:pPr>
    </w:p>
    <w:p w14:paraId="1601EB0B" w14:textId="77777777" w:rsidR="00383F85" w:rsidRPr="000B6FCA" w:rsidRDefault="00383F85" w:rsidP="00EE1F84">
      <w:pPr>
        <w:tabs>
          <w:tab w:val="left" w:pos="426"/>
          <w:tab w:val="left" w:pos="851"/>
        </w:tabs>
        <w:rPr>
          <w:rFonts w:ascii="Arial" w:hAnsi="Arial" w:cs="Arial"/>
          <w:b/>
          <w:szCs w:val="22"/>
        </w:rPr>
      </w:pPr>
    </w:p>
    <w:p w14:paraId="62A2B3D3" w14:textId="77777777"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14:paraId="16D993A6" w14:textId="77777777" w:rsidR="00383F85" w:rsidRPr="000B6FCA" w:rsidRDefault="00383F85" w:rsidP="00383F85">
      <w:pPr>
        <w:tabs>
          <w:tab w:val="left" w:pos="426"/>
          <w:tab w:val="left" w:pos="851"/>
        </w:tabs>
        <w:rPr>
          <w:rFonts w:ascii="Arial" w:hAnsi="Arial" w:cs="Arial"/>
          <w:b/>
          <w:szCs w:val="22"/>
          <w:u w:val="single"/>
        </w:rPr>
      </w:pPr>
    </w:p>
    <w:p w14:paraId="340213A8" w14:textId="77777777"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14:paraId="4EB8F164" w14:textId="77777777" w:rsidR="00383F85" w:rsidRPr="000B6FCA" w:rsidRDefault="00383F85" w:rsidP="00383F85">
      <w:pPr>
        <w:tabs>
          <w:tab w:val="left" w:pos="426"/>
          <w:tab w:val="left" w:pos="851"/>
        </w:tabs>
        <w:rPr>
          <w:rFonts w:ascii="Arial" w:hAnsi="Arial" w:cs="Arial"/>
          <w:szCs w:val="22"/>
        </w:rPr>
      </w:pPr>
    </w:p>
    <w:p w14:paraId="28116F9B" w14:textId="77777777"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14:paraId="3FF364D3" w14:textId="77777777" w:rsidR="00EE1F84" w:rsidRPr="008F3145" w:rsidRDefault="00EE1F84" w:rsidP="00005BA0">
      <w:pPr>
        <w:tabs>
          <w:tab w:val="left" w:pos="426"/>
          <w:tab w:val="left" w:pos="851"/>
        </w:tabs>
        <w:spacing w:after="240"/>
        <w:rPr>
          <w:rFonts w:ascii="Arial" w:hAnsi="Arial" w:cs="Arial"/>
          <w:b/>
          <w:sz w:val="20"/>
        </w:rPr>
      </w:pPr>
    </w:p>
    <w:p w14:paraId="776FD27C"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14:paraId="17EAC51A" w14:textId="015CE132" w:rsidR="00D367C4" w:rsidRPr="000B6FCA" w:rsidRDefault="00C47847" w:rsidP="00D367C4">
          <w:pPr>
            <w:spacing w:before="120" w:after="120"/>
            <w:rPr>
              <w:rFonts w:ascii="Arial" w:hAnsi="Arial" w:cs="Arial"/>
              <w:b/>
              <w:szCs w:val="22"/>
            </w:rPr>
          </w:pPr>
          <w:r>
            <w:rPr>
              <w:rFonts w:ascii="Arial" w:hAnsi="Arial" w:cs="Arial"/>
              <w:szCs w:val="22"/>
            </w:rPr>
            <w:t xml:space="preserve">L’accord-cadre </w:t>
          </w:r>
          <w:r w:rsidR="00D367C4" w:rsidRPr="000B6FCA">
            <w:rPr>
              <w:rFonts w:ascii="Arial" w:hAnsi="Arial" w:cs="Arial"/>
              <w:szCs w:val="22"/>
            </w:rPr>
            <w:t xml:space="preserve">est conclu pour une période initiale </w:t>
          </w:r>
          <w:r w:rsidR="000D57E3">
            <w:rPr>
              <w:rFonts w:ascii="Arial" w:hAnsi="Arial" w:cs="Arial"/>
              <w:szCs w:val="22"/>
            </w:rPr>
            <w:t>d’un</w:t>
          </w:r>
          <w:r>
            <w:rPr>
              <w:rFonts w:ascii="Arial" w:hAnsi="Arial" w:cs="Arial"/>
              <w:szCs w:val="22"/>
            </w:rPr>
            <w:t xml:space="preserve"> (1) an.</w:t>
          </w:r>
        </w:p>
        <w:p w14:paraId="24983935" w14:textId="69681E45" w:rsidR="00C47847" w:rsidRPr="00C47847" w:rsidRDefault="00C47847" w:rsidP="00C47847">
          <w:pPr>
            <w:pStyle w:val="ParagrapheIndent2"/>
            <w:spacing w:after="240" w:line="243" w:lineRule="exact"/>
            <w:jc w:val="both"/>
            <w:rPr>
              <w:rFonts w:ascii="Arial" w:eastAsia="Times New Roman" w:hAnsi="Arial" w:cs="Arial"/>
              <w:sz w:val="22"/>
              <w:szCs w:val="22"/>
              <w:lang w:eastAsia="fr-FR"/>
            </w:rPr>
          </w:pPr>
          <w:r w:rsidRPr="00C47847">
            <w:rPr>
              <w:rFonts w:ascii="Arial" w:eastAsia="Times New Roman" w:hAnsi="Arial" w:cs="Arial"/>
              <w:sz w:val="22"/>
              <w:szCs w:val="22"/>
              <w:lang w:eastAsia="fr-FR"/>
            </w:rPr>
            <w:t xml:space="preserve">L’accord-cadre est reconduit tacitement à date anniversaire de sa notification, sans pouvoir excéder </w:t>
          </w:r>
          <w:r w:rsidR="000D57E3">
            <w:rPr>
              <w:rFonts w:ascii="Arial" w:eastAsia="Times New Roman" w:hAnsi="Arial" w:cs="Arial"/>
              <w:sz w:val="22"/>
              <w:szCs w:val="22"/>
              <w:lang w:eastAsia="fr-FR"/>
            </w:rPr>
            <w:t>5</w:t>
          </w:r>
          <w:r w:rsidRPr="00C47847">
            <w:rPr>
              <w:rFonts w:ascii="Arial" w:eastAsia="Times New Roman" w:hAnsi="Arial" w:cs="Arial"/>
              <w:sz w:val="22"/>
              <w:szCs w:val="22"/>
              <w:lang w:eastAsia="fr-FR"/>
            </w:rPr>
            <w:t xml:space="preserve"> ans (</w:t>
          </w:r>
          <w:r w:rsidR="002131C5">
            <w:rPr>
              <w:rFonts w:ascii="Arial" w:eastAsia="Times New Roman" w:hAnsi="Arial" w:cs="Arial"/>
              <w:sz w:val="22"/>
              <w:szCs w:val="22"/>
              <w:lang w:eastAsia="fr-FR"/>
            </w:rPr>
            <w:t>4</w:t>
          </w:r>
          <w:r w:rsidR="000D57E3">
            <w:rPr>
              <w:rFonts w:ascii="Arial" w:eastAsia="Times New Roman" w:hAnsi="Arial" w:cs="Arial"/>
              <w:sz w:val="22"/>
              <w:szCs w:val="22"/>
              <w:lang w:eastAsia="fr-FR"/>
            </w:rPr>
            <w:t xml:space="preserve"> </w:t>
          </w:r>
          <w:r w:rsidRPr="00C47847">
            <w:rPr>
              <w:rFonts w:ascii="Arial" w:eastAsia="Times New Roman" w:hAnsi="Arial" w:cs="Arial"/>
              <w:sz w:val="22"/>
              <w:szCs w:val="22"/>
              <w:lang w:eastAsia="fr-FR"/>
            </w:rPr>
            <w:t xml:space="preserve">reconductions maximum). </w:t>
          </w:r>
          <w:bookmarkStart w:id="0" w:name="_GoBack"/>
          <w:bookmarkEnd w:id="0"/>
        </w:p>
        <w:p w14:paraId="7ED77A05" w14:textId="77777777" w:rsidR="00F420A8" w:rsidRDefault="00F420A8" w:rsidP="00C47847">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14:paraId="2B7114DE" w14:textId="77777777" w:rsidR="00EE1F84" w:rsidRPr="008F3145" w:rsidRDefault="00C443EE"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14:paraId="551AFB84" w14:textId="77777777" w:rsidTr="00727FB0">
        <w:tc>
          <w:tcPr>
            <w:tcW w:w="10419" w:type="dxa"/>
            <w:shd w:val="clear" w:color="auto" w:fill="00B0F0"/>
          </w:tcPr>
          <w:p w14:paraId="2C3A56A6"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14:paraId="072FCF4C" w14:textId="77777777" w:rsidR="00EE1F84" w:rsidRPr="000B6FCA" w:rsidRDefault="00EE1F84" w:rsidP="00EE1F84">
      <w:pPr>
        <w:tabs>
          <w:tab w:val="left" w:pos="851"/>
        </w:tabs>
        <w:rPr>
          <w:rFonts w:ascii="Arial" w:hAnsi="Arial" w:cs="Arial"/>
          <w:szCs w:val="22"/>
        </w:rPr>
      </w:pPr>
    </w:p>
    <w:p w14:paraId="50305001"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14:paraId="687A1572" w14:textId="77777777"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14:paraId="3D9170AC"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E95A383"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3DAE9E0D"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F21ACF"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B58FB"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6D4DDEDD"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0F9C4802"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14:paraId="7983402D"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41FB2E" w14:textId="77777777" w:rsidR="00EE1F84" w:rsidRPr="000B6FCA" w:rsidRDefault="00EE1F84" w:rsidP="00D06808">
            <w:pPr>
              <w:tabs>
                <w:tab w:val="left" w:pos="851"/>
              </w:tabs>
              <w:snapToGrid w:val="0"/>
              <w:rPr>
                <w:rFonts w:ascii="Arial" w:hAnsi="Arial" w:cs="Arial"/>
                <w:b/>
                <w:bCs/>
                <w:szCs w:val="22"/>
              </w:rPr>
            </w:pPr>
          </w:p>
        </w:tc>
      </w:tr>
    </w:tbl>
    <w:p w14:paraId="5F6BA53E"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3FAF1729" w14:textId="77777777" w:rsidR="00EE1F84" w:rsidRPr="000B6FCA" w:rsidRDefault="00EE1F84" w:rsidP="00005BA0">
      <w:pPr>
        <w:pStyle w:val="fcase1ertab"/>
        <w:tabs>
          <w:tab w:val="left" w:pos="851"/>
        </w:tabs>
        <w:spacing w:after="240"/>
        <w:ind w:left="0" w:firstLine="0"/>
        <w:rPr>
          <w:rFonts w:ascii="Arial" w:hAnsi="Arial" w:cs="Arial"/>
          <w:b/>
          <w:sz w:val="22"/>
          <w:szCs w:val="22"/>
        </w:rPr>
      </w:pPr>
    </w:p>
    <w:p w14:paraId="3B185F5B"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14:paraId="310EE945" w14:textId="77777777" w:rsidR="00EE1F84" w:rsidRPr="000B6FCA" w:rsidRDefault="00EE1F84" w:rsidP="00EE1F84">
      <w:pPr>
        <w:tabs>
          <w:tab w:val="left" w:pos="851"/>
        </w:tabs>
        <w:rPr>
          <w:rFonts w:ascii="Arial" w:hAnsi="Arial" w:cs="Arial"/>
          <w:szCs w:val="22"/>
        </w:rPr>
      </w:pPr>
    </w:p>
    <w:p w14:paraId="2417D349"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14:paraId="41115B7B" w14:textId="77777777"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14:paraId="51EF4DDB" w14:textId="77777777" w:rsidR="00EE1F84" w:rsidRPr="000B6FCA" w:rsidRDefault="00EE1F84" w:rsidP="00EE1F84">
      <w:pPr>
        <w:tabs>
          <w:tab w:val="left" w:pos="851"/>
        </w:tabs>
        <w:rPr>
          <w:rFonts w:ascii="Arial" w:hAnsi="Arial" w:cs="Arial"/>
          <w:szCs w:val="22"/>
        </w:rPr>
      </w:pPr>
    </w:p>
    <w:p w14:paraId="648AB208" w14:textId="77777777" w:rsidR="00EE1F84" w:rsidRPr="000B6FCA" w:rsidRDefault="00EE1F84" w:rsidP="00EE1F84">
      <w:pPr>
        <w:tabs>
          <w:tab w:val="left" w:pos="851"/>
        </w:tabs>
        <w:rPr>
          <w:rFonts w:ascii="Arial" w:hAnsi="Arial" w:cs="Arial"/>
          <w:szCs w:val="22"/>
        </w:rPr>
      </w:pPr>
    </w:p>
    <w:p w14:paraId="37DCD731"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14:paraId="2E383710"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14:paraId="3DA5267F" w14:textId="77777777"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14:paraId="03C2AD22" w14:textId="77777777" w:rsidR="00EE1F84" w:rsidRPr="000B6FCA" w:rsidRDefault="00EE1F84" w:rsidP="00EE1F84">
      <w:pPr>
        <w:tabs>
          <w:tab w:val="left" w:pos="851"/>
        </w:tabs>
        <w:rPr>
          <w:rFonts w:ascii="Arial" w:hAnsi="Arial" w:cs="Arial"/>
          <w:szCs w:val="22"/>
        </w:rPr>
      </w:pPr>
    </w:p>
    <w:p w14:paraId="5E78A068" w14:textId="77777777" w:rsidR="00EE1F84" w:rsidRPr="000B6FCA" w:rsidRDefault="00EE1F84" w:rsidP="00EE1F84">
      <w:pPr>
        <w:tabs>
          <w:tab w:val="left" w:pos="851"/>
        </w:tabs>
        <w:rPr>
          <w:rFonts w:ascii="Arial" w:hAnsi="Arial" w:cs="Arial"/>
          <w:szCs w:val="22"/>
        </w:rPr>
      </w:pPr>
    </w:p>
    <w:p w14:paraId="54AE9251"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C443EE">
        <w:rPr>
          <w:rFonts w:ascii="Arial" w:hAnsi="Arial" w:cs="Arial"/>
          <w:sz w:val="22"/>
          <w:szCs w:val="22"/>
        </w:rPr>
      </w:r>
      <w:r w:rsidR="00C443EE">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14:paraId="483013C7"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14:paraId="777397C6"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28928902" w14:textId="77777777"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pour signer le présent acte d’engagement en leur nom et pour leur compte, pour les représenter vis-à-vis de l’acheteur et pour coordonner l’ensemble des prestations ;</w:t>
      </w:r>
    </w:p>
    <w:p w14:paraId="189ED1CB"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(joindre les pouvoirs en annexe du présent document.)</w:t>
      </w:r>
    </w:p>
    <w:p w14:paraId="1FE317D7" w14:textId="77777777" w:rsidR="00EE1F84" w:rsidRPr="000B6FCA" w:rsidRDefault="00EE1F84" w:rsidP="00EE1F84">
      <w:pPr>
        <w:tabs>
          <w:tab w:val="left" w:pos="851"/>
        </w:tabs>
        <w:rPr>
          <w:rFonts w:ascii="Arial" w:hAnsi="Arial" w:cs="Arial"/>
          <w:szCs w:val="22"/>
        </w:rPr>
      </w:pPr>
    </w:p>
    <w:p w14:paraId="66164455"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pour signer, en leur nom et pour leur compte, les modifications ultérieures du marché public ou de l’accord-cadre ;</w:t>
      </w:r>
    </w:p>
    <w:p w14:paraId="7F4857AD"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(joindre les pouvoirs en annexe du présent document.)</w:t>
      </w:r>
    </w:p>
    <w:p w14:paraId="15589025" w14:textId="77777777" w:rsidR="00EE1F84" w:rsidRPr="000B6FCA" w:rsidRDefault="00EE1F84" w:rsidP="00EE1F84">
      <w:pPr>
        <w:tabs>
          <w:tab w:val="left" w:pos="851"/>
        </w:tabs>
        <w:rPr>
          <w:rFonts w:ascii="Arial" w:hAnsi="Arial" w:cs="Arial"/>
          <w:iCs/>
          <w:szCs w:val="22"/>
        </w:rPr>
      </w:pPr>
    </w:p>
    <w:p w14:paraId="019E9E82"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t>ont donné mandat au mandataire dans les conditions définies par les pouvoirs joints en annexe.</w:t>
      </w:r>
    </w:p>
    <w:p w14:paraId="3D338425" w14:textId="77777777" w:rsidR="00EE1F84" w:rsidRPr="000B6FCA" w:rsidRDefault="00EE1F84" w:rsidP="00EE1F84">
      <w:pPr>
        <w:tabs>
          <w:tab w:val="left" w:pos="851"/>
        </w:tabs>
        <w:ind w:left="1134" w:hanging="850"/>
        <w:rPr>
          <w:rFonts w:ascii="Arial" w:hAnsi="Arial" w:cs="Arial"/>
          <w:i/>
          <w:szCs w:val="22"/>
        </w:rPr>
      </w:pPr>
    </w:p>
    <w:p w14:paraId="7C614BA4" w14:textId="77777777" w:rsidR="00EE1F84" w:rsidRPr="000B6FCA" w:rsidRDefault="00EE1F84" w:rsidP="00EE1F84">
      <w:pPr>
        <w:tabs>
          <w:tab w:val="left" w:pos="851"/>
        </w:tabs>
        <w:rPr>
          <w:rFonts w:ascii="Arial" w:hAnsi="Arial" w:cs="Arial"/>
          <w:i/>
          <w:szCs w:val="22"/>
        </w:rPr>
      </w:pPr>
    </w:p>
    <w:p w14:paraId="3B9FD3D4" w14:textId="77777777"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14:paraId="7D8E5297"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14:paraId="58035E3E" w14:textId="77777777" w:rsidR="00EE1F84" w:rsidRPr="000B6FCA" w:rsidRDefault="00EE1F84" w:rsidP="00EE1F84">
      <w:pPr>
        <w:tabs>
          <w:tab w:val="left" w:pos="851"/>
        </w:tabs>
        <w:rPr>
          <w:rFonts w:ascii="Arial" w:hAnsi="Arial" w:cs="Arial"/>
          <w:szCs w:val="22"/>
        </w:rPr>
      </w:pPr>
    </w:p>
    <w:p w14:paraId="1443663D" w14:textId="77777777"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donnent mandat au mandataire, qui l’accepte, pour les représenter vis-à-vis de l’acheteur et pour coordonner l’ensemble des prestations ;</w:t>
      </w:r>
    </w:p>
    <w:p w14:paraId="78B5F358" w14:textId="77777777" w:rsidR="00EE1F84" w:rsidRPr="000B6FCA" w:rsidRDefault="00EE1F84" w:rsidP="00EE1F84">
      <w:pPr>
        <w:tabs>
          <w:tab w:val="left" w:pos="851"/>
        </w:tabs>
        <w:ind w:left="1701" w:hanging="850"/>
        <w:rPr>
          <w:rFonts w:ascii="Arial" w:hAnsi="Arial" w:cs="Arial"/>
          <w:szCs w:val="22"/>
        </w:rPr>
      </w:pPr>
    </w:p>
    <w:p w14:paraId="77457838"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donnent mandat au mandataire, qui l’accepte, pour signer, en leur nom et pour leur compte, les modifications ultérieures du marché ou de l’accord-cadre ;</w:t>
      </w:r>
    </w:p>
    <w:p w14:paraId="3F21E2EC" w14:textId="77777777" w:rsidR="00EE1F84" w:rsidRPr="000B6FCA" w:rsidRDefault="00EE1F84" w:rsidP="00EE1F84">
      <w:pPr>
        <w:tabs>
          <w:tab w:val="left" w:pos="851"/>
        </w:tabs>
        <w:rPr>
          <w:rFonts w:ascii="Arial" w:hAnsi="Arial" w:cs="Arial"/>
          <w:iCs/>
          <w:szCs w:val="22"/>
        </w:rPr>
      </w:pPr>
    </w:p>
    <w:p w14:paraId="120B44D7" w14:textId="77777777"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C443EE">
        <w:rPr>
          <w:rFonts w:ascii="Arial" w:hAnsi="Arial" w:cs="Arial"/>
          <w:szCs w:val="22"/>
        </w:rPr>
      </w:r>
      <w:r w:rsidR="00C443EE">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t>donnent mandat au mandataire dans les conditions définies ci-dessous :</w:t>
      </w:r>
    </w:p>
    <w:p w14:paraId="555C9C0F"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14:paraId="5CDBCEE1" w14:textId="77777777" w:rsidR="00EE1F84" w:rsidRDefault="00EE1F84" w:rsidP="00EE1F84">
      <w:pPr>
        <w:tabs>
          <w:tab w:val="left" w:pos="851"/>
        </w:tabs>
        <w:rPr>
          <w:rFonts w:ascii="Arial" w:hAnsi="Arial" w:cs="Arial"/>
          <w:szCs w:val="22"/>
        </w:rPr>
      </w:pPr>
    </w:p>
    <w:p w14:paraId="779C68FF" w14:textId="77777777" w:rsidR="00914260" w:rsidRDefault="00914260" w:rsidP="00EE1F84">
      <w:pPr>
        <w:tabs>
          <w:tab w:val="left" w:pos="851"/>
        </w:tabs>
        <w:rPr>
          <w:rFonts w:ascii="Arial" w:hAnsi="Arial" w:cs="Arial"/>
          <w:szCs w:val="22"/>
        </w:rPr>
      </w:pPr>
    </w:p>
    <w:p w14:paraId="467507FB" w14:textId="77777777"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14:paraId="57535FDF" w14:textId="77777777" w:rsidTr="00AD69A6">
        <w:tc>
          <w:tcPr>
            <w:tcW w:w="4644" w:type="dxa"/>
            <w:tcBorders>
              <w:top w:val="single" w:sz="4" w:space="0" w:color="000000"/>
              <w:left w:val="single" w:sz="4" w:space="0" w:color="000000"/>
              <w:bottom w:val="single" w:sz="4" w:space="0" w:color="000000"/>
            </w:tcBorders>
            <w:shd w:val="clear" w:color="auto" w:fill="auto"/>
            <w:vAlign w:val="center"/>
          </w:tcPr>
          <w:p w14:paraId="12C00014"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6ACFB536"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67D06E"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3D085"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778E065C" w14:textId="77777777" w:rsidTr="00A64B97">
        <w:trPr>
          <w:trHeight w:val="1021"/>
        </w:trPr>
        <w:tc>
          <w:tcPr>
            <w:tcW w:w="4644" w:type="dxa"/>
            <w:tcBorders>
              <w:top w:val="single" w:sz="4" w:space="0" w:color="000000"/>
              <w:left w:val="single" w:sz="4" w:space="0" w:color="000000"/>
            </w:tcBorders>
            <w:shd w:val="clear" w:color="auto" w:fill="auto"/>
          </w:tcPr>
          <w:p w14:paraId="3491DAE2"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14:paraId="5A86E704"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14:paraId="04597945" w14:textId="77777777" w:rsidR="00EE1F84" w:rsidRPr="000B6FCA" w:rsidRDefault="00EE1F84" w:rsidP="00D06808">
            <w:pPr>
              <w:tabs>
                <w:tab w:val="left" w:pos="851"/>
              </w:tabs>
              <w:snapToGrid w:val="0"/>
              <w:rPr>
                <w:rFonts w:ascii="Arial" w:hAnsi="Arial" w:cs="Arial"/>
                <w:b/>
                <w:bCs/>
                <w:szCs w:val="22"/>
              </w:rPr>
            </w:pPr>
          </w:p>
        </w:tc>
      </w:tr>
      <w:tr w:rsidR="00EE1F84" w:rsidRPr="000B6FCA" w14:paraId="6565D4A5" w14:textId="77777777" w:rsidTr="00AD69A6">
        <w:trPr>
          <w:trHeight w:val="1021"/>
        </w:trPr>
        <w:tc>
          <w:tcPr>
            <w:tcW w:w="4644" w:type="dxa"/>
            <w:tcBorders>
              <w:left w:val="single" w:sz="4" w:space="0" w:color="000000"/>
            </w:tcBorders>
            <w:shd w:val="clear" w:color="auto" w:fill="auto"/>
          </w:tcPr>
          <w:p w14:paraId="1E96DD67"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14:paraId="1CB87423"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14:paraId="6B4C33A3" w14:textId="77777777" w:rsidR="00EE1F84" w:rsidRPr="000B6FCA" w:rsidRDefault="00EE1F84" w:rsidP="00D06808">
            <w:pPr>
              <w:tabs>
                <w:tab w:val="left" w:pos="851"/>
              </w:tabs>
              <w:snapToGrid w:val="0"/>
              <w:rPr>
                <w:rFonts w:ascii="Arial" w:hAnsi="Arial" w:cs="Arial"/>
                <w:b/>
                <w:bCs/>
                <w:szCs w:val="22"/>
              </w:rPr>
            </w:pPr>
          </w:p>
        </w:tc>
      </w:tr>
      <w:tr w:rsidR="00EE1F84" w:rsidRPr="000B6FCA" w14:paraId="41AF82CD" w14:textId="77777777" w:rsidTr="00A64B97">
        <w:trPr>
          <w:trHeight w:val="1021"/>
        </w:trPr>
        <w:tc>
          <w:tcPr>
            <w:tcW w:w="4644" w:type="dxa"/>
            <w:tcBorders>
              <w:left w:val="single" w:sz="4" w:space="0" w:color="000000"/>
              <w:bottom w:val="single" w:sz="4" w:space="0" w:color="000000"/>
            </w:tcBorders>
            <w:shd w:val="clear" w:color="auto" w:fill="auto"/>
          </w:tcPr>
          <w:p w14:paraId="0E9BB575"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14:paraId="068CF21E"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14:paraId="68312D9B" w14:textId="77777777" w:rsidR="00EE1F84" w:rsidRPr="000B6FCA" w:rsidRDefault="00EE1F84" w:rsidP="00D06808">
            <w:pPr>
              <w:tabs>
                <w:tab w:val="left" w:pos="851"/>
              </w:tabs>
              <w:snapToGrid w:val="0"/>
              <w:rPr>
                <w:rFonts w:ascii="Arial" w:hAnsi="Arial" w:cs="Arial"/>
                <w:b/>
                <w:bCs/>
                <w:szCs w:val="22"/>
              </w:rPr>
            </w:pPr>
          </w:p>
        </w:tc>
      </w:tr>
    </w:tbl>
    <w:p w14:paraId="0539D71B"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16FDD81D" w14:textId="77777777" w:rsidR="00EE1F84" w:rsidRPr="000B6FCA" w:rsidRDefault="00EE1F84" w:rsidP="00EE1F84">
      <w:pPr>
        <w:tabs>
          <w:tab w:val="left" w:pos="851"/>
        </w:tabs>
        <w:rPr>
          <w:rFonts w:ascii="Arial" w:hAnsi="Arial" w:cs="Arial"/>
          <w:szCs w:val="22"/>
        </w:rPr>
      </w:pPr>
    </w:p>
    <w:p w14:paraId="235897F2" w14:textId="77777777"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14:paraId="12317126" w14:textId="77777777" w:rsidTr="00727FB0">
        <w:tc>
          <w:tcPr>
            <w:tcW w:w="10277" w:type="dxa"/>
            <w:shd w:val="clear" w:color="auto" w:fill="00B0F0"/>
          </w:tcPr>
          <w:p w14:paraId="18C9D65D"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14:paraId="0DCE7D99" w14:textId="77777777" w:rsidR="00EE1F84" w:rsidRPr="000B6FCA" w:rsidRDefault="00EE1F84" w:rsidP="00EE1F84">
      <w:pPr>
        <w:tabs>
          <w:tab w:val="left" w:pos="851"/>
        </w:tabs>
        <w:rPr>
          <w:rFonts w:ascii="Arial" w:hAnsi="Arial" w:cs="Arial"/>
          <w:szCs w:val="22"/>
        </w:rPr>
      </w:pPr>
    </w:p>
    <w:p w14:paraId="45B5124D" w14:textId="77777777" w:rsidR="00EE1F84" w:rsidRPr="000B6FCA" w:rsidRDefault="00EE1F84" w:rsidP="00EE1F84">
      <w:pPr>
        <w:tabs>
          <w:tab w:val="left" w:pos="851"/>
        </w:tabs>
        <w:rPr>
          <w:rFonts w:ascii="Arial" w:hAnsi="Arial" w:cs="Arial"/>
          <w:szCs w:val="22"/>
        </w:rPr>
      </w:pPr>
    </w:p>
    <w:p w14:paraId="4E8BE4E5" w14:textId="77777777"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14:paraId="67D9059F" w14:textId="77777777"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14:paraId="0BB99C33" w14:textId="77777777"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14:paraId="6AAA1888" w14:textId="77777777"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14:paraId="1A7C089A" w14:textId="77777777" w:rsidR="00EE1F84" w:rsidRPr="000B6FCA" w:rsidRDefault="00EE1F84" w:rsidP="00EE1F84">
      <w:pPr>
        <w:pStyle w:val="En-tte"/>
        <w:tabs>
          <w:tab w:val="clear" w:pos="4536"/>
          <w:tab w:val="clear" w:pos="9072"/>
          <w:tab w:val="left" w:pos="851"/>
        </w:tabs>
        <w:rPr>
          <w:rFonts w:ascii="Arial" w:hAnsi="Arial" w:cs="Arial"/>
          <w:szCs w:val="22"/>
        </w:rPr>
      </w:pPr>
    </w:p>
    <w:p w14:paraId="2362C4B4" w14:textId="77777777" w:rsidR="00EE1F84" w:rsidRPr="000B6FCA" w:rsidRDefault="00EE1F84" w:rsidP="00EE1F84">
      <w:pPr>
        <w:pStyle w:val="En-tte"/>
        <w:tabs>
          <w:tab w:val="clear" w:pos="4536"/>
          <w:tab w:val="clear" w:pos="9072"/>
          <w:tab w:val="left" w:pos="851"/>
        </w:tabs>
        <w:rPr>
          <w:rFonts w:ascii="Arial" w:hAnsi="Arial" w:cs="Arial"/>
          <w:szCs w:val="22"/>
        </w:rPr>
      </w:pPr>
    </w:p>
    <w:p w14:paraId="1F20EF2E" w14:textId="77777777"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14:paraId="4D847D9E" w14:textId="77777777" w:rsidR="00EE1F84" w:rsidRPr="000B6FCA" w:rsidRDefault="00EE1F84" w:rsidP="00EE1F84">
      <w:pPr>
        <w:tabs>
          <w:tab w:val="left" w:pos="851"/>
        </w:tabs>
        <w:rPr>
          <w:rFonts w:ascii="Arial" w:hAnsi="Arial" w:cs="Arial"/>
          <w:szCs w:val="22"/>
        </w:rPr>
      </w:pPr>
    </w:p>
    <w:p w14:paraId="6ED4024B"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14:paraId="5668E6AA" w14:textId="77777777"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14:paraId="1165E57F" w14:textId="77777777" w:rsidR="00EE1F84" w:rsidRPr="000B6FCA" w:rsidRDefault="00EE1F84" w:rsidP="00EE1F84">
      <w:pPr>
        <w:tabs>
          <w:tab w:val="left" w:pos="851"/>
        </w:tabs>
        <w:rPr>
          <w:rFonts w:ascii="Arial" w:hAnsi="Arial" w:cs="Arial"/>
          <w:szCs w:val="22"/>
        </w:rPr>
      </w:pPr>
    </w:p>
    <w:p w14:paraId="0D21F588" w14:textId="77777777" w:rsidR="00EE1F84" w:rsidRPr="000B6FCA" w:rsidRDefault="00EE1F84" w:rsidP="00EE1F84">
      <w:pPr>
        <w:tabs>
          <w:tab w:val="left" w:pos="851"/>
        </w:tabs>
        <w:rPr>
          <w:rFonts w:ascii="Arial" w:hAnsi="Arial" w:cs="Arial"/>
          <w:szCs w:val="22"/>
        </w:rPr>
      </w:pPr>
    </w:p>
    <w:p w14:paraId="6AD52551" w14:textId="77777777"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14:paraId="0E057623" w14:textId="77777777" w:rsidR="00EE1F84" w:rsidRPr="000B6FCA" w:rsidRDefault="00EE1F84" w:rsidP="00EE1F84">
      <w:pPr>
        <w:tabs>
          <w:tab w:val="left" w:pos="851"/>
        </w:tabs>
        <w:rPr>
          <w:rFonts w:ascii="Arial" w:hAnsi="Arial" w:cs="Arial"/>
          <w:szCs w:val="22"/>
        </w:rPr>
      </w:pPr>
    </w:p>
    <w:p w14:paraId="0291CACD"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14:paraId="2E1DC2C9"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14:paraId="46C66839"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14:paraId="44991CF6"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14:paraId="40F8E36E" w14:textId="77777777" w:rsidR="00EE1F84" w:rsidRPr="000B6FCA" w:rsidRDefault="00EE1F84" w:rsidP="00EE1F84">
      <w:pPr>
        <w:tabs>
          <w:tab w:val="left" w:pos="851"/>
        </w:tabs>
        <w:rPr>
          <w:rFonts w:ascii="Arial" w:hAnsi="Arial" w:cs="Arial"/>
          <w:szCs w:val="22"/>
        </w:rPr>
      </w:pPr>
    </w:p>
    <w:p w14:paraId="2739D98A" w14:textId="77777777" w:rsidR="00EE1F84" w:rsidRDefault="00EE1F84" w:rsidP="00EE1F84">
      <w:pPr>
        <w:pStyle w:val="fcase2metab"/>
        <w:ind w:left="0" w:firstLine="0"/>
        <w:rPr>
          <w:rFonts w:ascii="Arial" w:hAnsi="Arial" w:cs="Arial"/>
          <w:sz w:val="22"/>
          <w:szCs w:val="22"/>
        </w:rPr>
      </w:pPr>
    </w:p>
    <w:p w14:paraId="715B5028" w14:textId="77777777" w:rsidR="000B6FCA" w:rsidRDefault="000B6FCA" w:rsidP="00EE1F84">
      <w:pPr>
        <w:pStyle w:val="fcase2metab"/>
        <w:ind w:left="0" w:firstLine="0"/>
        <w:rPr>
          <w:rFonts w:ascii="Arial" w:hAnsi="Arial" w:cs="Arial"/>
          <w:sz w:val="22"/>
          <w:szCs w:val="22"/>
        </w:rPr>
      </w:pPr>
    </w:p>
    <w:p w14:paraId="571F043E" w14:textId="77777777" w:rsidR="00212553" w:rsidRDefault="00212553" w:rsidP="00EE1F84">
      <w:pPr>
        <w:pStyle w:val="fcase2metab"/>
        <w:ind w:left="0" w:firstLine="0"/>
        <w:rPr>
          <w:rFonts w:ascii="Arial" w:hAnsi="Arial" w:cs="Arial"/>
          <w:sz w:val="22"/>
          <w:szCs w:val="22"/>
        </w:rPr>
      </w:pPr>
    </w:p>
    <w:p w14:paraId="5BF2A626" w14:textId="77777777" w:rsidR="00212553" w:rsidRDefault="00212553" w:rsidP="00EE1F84">
      <w:pPr>
        <w:pStyle w:val="fcase2metab"/>
        <w:ind w:left="0" w:firstLine="0"/>
        <w:rPr>
          <w:rFonts w:ascii="Arial" w:hAnsi="Arial" w:cs="Arial"/>
          <w:sz w:val="22"/>
          <w:szCs w:val="22"/>
        </w:rPr>
      </w:pPr>
    </w:p>
    <w:p w14:paraId="06DCE1AA" w14:textId="77777777" w:rsidR="00212553" w:rsidRDefault="00212553" w:rsidP="00EE1F84">
      <w:pPr>
        <w:pStyle w:val="fcase2metab"/>
        <w:ind w:left="0" w:firstLine="0"/>
        <w:rPr>
          <w:rFonts w:ascii="Arial" w:hAnsi="Arial" w:cs="Arial"/>
          <w:sz w:val="22"/>
          <w:szCs w:val="22"/>
        </w:rPr>
      </w:pPr>
    </w:p>
    <w:p w14:paraId="62C9F2C6" w14:textId="77777777" w:rsidR="00212553" w:rsidRDefault="00212553" w:rsidP="00EE1F84">
      <w:pPr>
        <w:pStyle w:val="fcase2metab"/>
        <w:ind w:left="0" w:firstLine="0"/>
        <w:rPr>
          <w:rFonts w:ascii="Arial" w:hAnsi="Arial" w:cs="Arial"/>
          <w:sz w:val="22"/>
          <w:szCs w:val="22"/>
        </w:rPr>
      </w:pPr>
    </w:p>
    <w:p w14:paraId="787382B9" w14:textId="77777777" w:rsidR="00212553" w:rsidRPr="000B6FCA" w:rsidRDefault="00212553" w:rsidP="00EE1F84">
      <w:pPr>
        <w:pStyle w:val="fcase2metab"/>
        <w:ind w:left="0" w:firstLine="0"/>
        <w:rPr>
          <w:rFonts w:ascii="Arial" w:hAnsi="Arial" w:cs="Arial"/>
          <w:sz w:val="22"/>
          <w:szCs w:val="22"/>
        </w:rPr>
      </w:pPr>
    </w:p>
    <w:p w14:paraId="026AE986" w14:textId="77777777"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14:paraId="5A8D65F6" w14:textId="77777777" w:rsidR="00EE1F84" w:rsidRPr="000B6FCA" w:rsidRDefault="00EE1F84" w:rsidP="00EE1F84">
      <w:pPr>
        <w:pStyle w:val="fcase2metab"/>
        <w:rPr>
          <w:rFonts w:ascii="Arial" w:hAnsi="Arial" w:cs="Arial"/>
          <w:sz w:val="22"/>
          <w:szCs w:val="22"/>
        </w:rPr>
      </w:pPr>
    </w:p>
    <w:p w14:paraId="7D8D759E"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14:paraId="36E62AC8"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14:paraId="37040237"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14:paraId="2FD5BD5E"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14:paraId="35CE7A45"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14:paraId="4D35689B" w14:textId="77777777"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14:paraId="14FADD59" w14:textId="77777777" w:rsidR="00EE5245" w:rsidRPr="000B6FCA" w:rsidRDefault="00EE5245" w:rsidP="006F6152">
      <w:pPr>
        <w:pStyle w:val="fcase2metab"/>
        <w:ind w:left="0" w:firstLine="0"/>
        <w:jc w:val="center"/>
        <w:rPr>
          <w:rFonts w:ascii="Arial" w:hAnsi="Arial" w:cs="Arial"/>
          <w:sz w:val="22"/>
          <w:szCs w:val="22"/>
        </w:rPr>
      </w:pPr>
    </w:p>
    <w:p w14:paraId="770A6D67" w14:textId="77777777" w:rsidR="00EE1F84" w:rsidRPr="000B6FCA" w:rsidRDefault="00EE1F84" w:rsidP="00EE1F84">
      <w:pPr>
        <w:pStyle w:val="fcase2metab"/>
        <w:ind w:left="0" w:firstLine="0"/>
        <w:rPr>
          <w:rFonts w:ascii="Arial" w:hAnsi="Arial" w:cs="Arial"/>
          <w:sz w:val="22"/>
          <w:szCs w:val="22"/>
        </w:rPr>
      </w:pPr>
    </w:p>
    <w:p w14:paraId="661412F5" w14:textId="77777777"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14:paraId="2B283BAA" w14:textId="77777777" w:rsidR="000B6FCA" w:rsidRPr="000B6FCA" w:rsidRDefault="000B6FCA" w:rsidP="000B6FCA">
      <w:pPr>
        <w:pStyle w:val="fcase2metab"/>
        <w:ind w:left="360" w:firstLine="0"/>
        <w:rPr>
          <w:rFonts w:ascii="Arial" w:hAnsi="Arial" w:cs="Arial"/>
          <w:sz w:val="22"/>
          <w:szCs w:val="22"/>
          <w:u w:val="single"/>
        </w:rPr>
      </w:pPr>
    </w:p>
    <w:p w14:paraId="4185A97F" w14:textId="77777777"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14:paraId="3FC44494"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14:paraId="6787BAA1"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14:paraId="5D0F9CA9"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14:paraId="3AF9E7FF" w14:textId="77777777" w:rsidR="00EE1F84" w:rsidRPr="000B6FCA" w:rsidRDefault="00EE1F84" w:rsidP="00EE1F84">
      <w:pPr>
        <w:pStyle w:val="fcase2metab"/>
        <w:rPr>
          <w:rFonts w:ascii="Arial" w:hAnsi="Arial" w:cs="Arial"/>
          <w:sz w:val="22"/>
          <w:szCs w:val="22"/>
        </w:rPr>
      </w:pPr>
    </w:p>
    <w:p w14:paraId="2045EAFE" w14:textId="77777777" w:rsidR="000A1D53" w:rsidRPr="000B6FCA" w:rsidRDefault="000A1D53" w:rsidP="00EE1F84">
      <w:pPr>
        <w:pStyle w:val="fcase2metab"/>
        <w:rPr>
          <w:rFonts w:ascii="Arial" w:hAnsi="Arial" w:cs="Arial"/>
          <w:sz w:val="22"/>
          <w:szCs w:val="22"/>
        </w:rPr>
      </w:pPr>
    </w:p>
    <w:p w14:paraId="3554E572" w14:textId="77777777"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14:paraId="14F311B8" w14:textId="77777777" w:rsidR="000A1D53" w:rsidRPr="000B6FCA" w:rsidRDefault="000A1D53" w:rsidP="00EE1F84">
      <w:pPr>
        <w:pStyle w:val="fcase2metab"/>
        <w:ind w:left="0" w:firstLine="0"/>
        <w:rPr>
          <w:rFonts w:ascii="Arial" w:hAnsi="Arial" w:cs="Arial"/>
          <w:sz w:val="22"/>
          <w:szCs w:val="22"/>
        </w:rPr>
      </w:pPr>
    </w:p>
    <w:p w14:paraId="4BFB8860" w14:textId="77777777" w:rsidR="000B6FCA" w:rsidRPr="000B6FCA" w:rsidRDefault="000B6FCA" w:rsidP="000B6FCA">
      <w:pPr>
        <w:pStyle w:val="fcase2metab"/>
        <w:ind w:left="0" w:firstLine="0"/>
        <w:rPr>
          <w:rFonts w:ascii="Arial" w:hAnsi="Arial" w:cs="Arial"/>
          <w:sz w:val="22"/>
          <w:szCs w:val="22"/>
        </w:rPr>
      </w:pPr>
    </w:p>
    <w:p w14:paraId="0BAB9E20" w14:textId="77777777"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14:paraId="51DDDD88" w14:textId="77777777"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14:paraId="4788952E" w14:textId="77777777"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14:paraId="5DCFD954" w14:textId="77777777" w:rsidR="000B6FCA" w:rsidRPr="00005BA0" w:rsidRDefault="000B6FC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Formulaire de demande de contrôle primaire</w:t>
      </w:r>
    </w:p>
    <w:p w14:paraId="09D160A2" w14:textId="77777777" w:rsidR="00D4437A" w:rsidRPr="00005BA0" w:rsidRDefault="00D4437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Mémoire ou catalogue pour les prestations sur devis</w:t>
      </w:r>
    </w:p>
    <w:p w14:paraId="4074D6A8" w14:textId="77777777" w:rsidR="000B6FCA" w:rsidRPr="000B6FCA" w:rsidRDefault="000B6FCA" w:rsidP="000B6FCA">
      <w:pPr>
        <w:tabs>
          <w:tab w:val="left" w:pos="851"/>
          <w:tab w:val="left" w:pos="3402"/>
          <w:tab w:val="left" w:pos="6237"/>
          <w:tab w:val="left" w:pos="9072"/>
        </w:tabs>
        <w:rPr>
          <w:rFonts w:ascii="Arial" w:hAnsi="Arial" w:cs="Arial"/>
          <w:b/>
          <w:caps/>
          <w:szCs w:val="22"/>
        </w:rPr>
      </w:pPr>
    </w:p>
    <w:p w14:paraId="5D5BC086" w14:textId="77777777" w:rsidR="00EE1F84" w:rsidRPr="000B6FCA" w:rsidRDefault="00EE1F84" w:rsidP="00EE1F84">
      <w:pPr>
        <w:tabs>
          <w:tab w:val="left" w:pos="851"/>
        </w:tabs>
        <w:rPr>
          <w:rFonts w:ascii="Arial" w:hAnsi="Arial" w:cs="Arial"/>
          <w:szCs w:val="22"/>
        </w:rPr>
      </w:pPr>
    </w:p>
    <w:p w14:paraId="23F5B830" w14:textId="77777777"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14:paraId="24A7C54F" w14:textId="77777777"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14:paraId="53492032" w14:textId="77777777" w:rsidR="00EE1F84" w:rsidRPr="000B6FCA" w:rsidRDefault="00EE1F84" w:rsidP="00EE1F84">
      <w:pPr>
        <w:tabs>
          <w:tab w:val="left" w:pos="851"/>
        </w:tabs>
        <w:rPr>
          <w:rFonts w:ascii="Arial" w:hAnsi="Arial" w:cs="Arial"/>
          <w:szCs w:val="22"/>
        </w:rPr>
      </w:pPr>
    </w:p>
    <w:p w14:paraId="3764F65B" w14:textId="77777777" w:rsidR="00EE1F84" w:rsidRPr="000B6FCA" w:rsidRDefault="00EE1F84" w:rsidP="00EE1F84">
      <w:pPr>
        <w:tabs>
          <w:tab w:val="left" w:pos="851"/>
        </w:tabs>
        <w:rPr>
          <w:rFonts w:ascii="Arial" w:hAnsi="Arial" w:cs="Arial"/>
          <w:szCs w:val="22"/>
        </w:rPr>
      </w:pPr>
    </w:p>
    <w:p w14:paraId="374BD2E2" w14:textId="77777777"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 , le …………………</w:t>
      </w:r>
    </w:p>
    <w:p w14:paraId="72E5E910" w14:textId="77777777" w:rsidR="00EE1F84" w:rsidRPr="000B6FCA" w:rsidRDefault="00EE1F84" w:rsidP="00EE1F84">
      <w:pPr>
        <w:tabs>
          <w:tab w:val="left" w:pos="851"/>
        </w:tabs>
        <w:rPr>
          <w:rFonts w:ascii="Arial" w:hAnsi="Arial" w:cs="Arial"/>
          <w:szCs w:val="22"/>
        </w:rPr>
      </w:pPr>
    </w:p>
    <w:p w14:paraId="792AF728" w14:textId="77777777" w:rsidR="00EE1F84" w:rsidRPr="000B6FCA" w:rsidRDefault="00EE1F84" w:rsidP="00EE1F84">
      <w:pPr>
        <w:tabs>
          <w:tab w:val="left" w:pos="851"/>
        </w:tabs>
        <w:rPr>
          <w:rFonts w:ascii="Arial" w:hAnsi="Arial" w:cs="Arial"/>
          <w:szCs w:val="22"/>
        </w:rPr>
      </w:pPr>
    </w:p>
    <w:p w14:paraId="0058AC8D" w14:textId="77777777"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14:paraId="64E049CE" w14:textId="77777777"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14:paraId="0B7C409A" w14:textId="77777777" w:rsidR="00EE1F84" w:rsidRPr="000B6FCA" w:rsidRDefault="00EE1F84" w:rsidP="00EE1F84">
      <w:pPr>
        <w:tabs>
          <w:tab w:val="left" w:pos="851"/>
        </w:tabs>
        <w:rPr>
          <w:rFonts w:ascii="Arial" w:hAnsi="Arial" w:cs="Arial"/>
          <w:szCs w:val="22"/>
        </w:rPr>
      </w:pPr>
    </w:p>
    <w:p w14:paraId="38C710DD" w14:textId="77777777" w:rsidR="00EE1F84" w:rsidRPr="000B6FCA" w:rsidRDefault="00EE1F84" w:rsidP="00EE1F84">
      <w:pPr>
        <w:tabs>
          <w:tab w:val="left" w:pos="851"/>
        </w:tabs>
        <w:rPr>
          <w:rFonts w:ascii="Arial" w:hAnsi="Arial" w:cs="Arial"/>
          <w:szCs w:val="22"/>
        </w:rPr>
      </w:pPr>
    </w:p>
    <w:p w14:paraId="47DEBB9C" w14:textId="77777777" w:rsidR="00EE1F84" w:rsidRPr="000B6FCA" w:rsidRDefault="00EE1F84" w:rsidP="00EE1F84">
      <w:pPr>
        <w:tabs>
          <w:tab w:val="left" w:pos="851"/>
        </w:tabs>
        <w:rPr>
          <w:rFonts w:ascii="Arial" w:hAnsi="Arial" w:cs="Arial"/>
          <w:szCs w:val="22"/>
        </w:rPr>
      </w:pPr>
    </w:p>
    <w:p w14:paraId="46D03AE5" w14:textId="77777777" w:rsidR="00EE1F84" w:rsidRPr="000B6FCA" w:rsidRDefault="00EE1F84" w:rsidP="00EE1F84">
      <w:pPr>
        <w:tabs>
          <w:tab w:val="left" w:pos="851"/>
        </w:tabs>
        <w:rPr>
          <w:rFonts w:ascii="Arial" w:hAnsi="Arial" w:cs="Arial"/>
          <w:szCs w:val="22"/>
        </w:rPr>
      </w:pPr>
    </w:p>
    <w:p w14:paraId="3D703A42" w14:textId="77777777" w:rsidR="00EE1F84" w:rsidRPr="000B6FCA" w:rsidRDefault="00EE1F84" w:rsidP="00EE1F84">
      <w:pPr>
        <w:tabs>
          <w:tab w:val="left" w:pos="851"/>
        </w:tabs>
        <w:rPr>
          <w:rFonts w:ascii="Arial" w:hAnsi="Arial" w:cs="Arial"/>
          <w:szCs w:val="22"/>
        </w:rPr>
      </w:pPr>
    </w:p>
    <w:p w14:paraId="1577D25E" w14:textId="77777777" w:rsidR="00EE1F84" w:rsidRPr="000B6FCA" w:rsidRDefault="00EE1F84" w:rsidP="00EE1F84">
      <w:pPr>
        <w:tabs>
          <w:tab w:val="left" w:pos="851"/>
        </w:tabs>
        <w:rPr>
          <w:rFonts w:ascii="Arial" w:hAnsi="Arial" w:cs="Arial"/>
          <w:szCs w:val="22"/>
        </w:rPr>
      </w:pPr>
    </w:p>
    <w:p w14:paraId="30CE1234" w14:textId="77777777"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C032B" w14:textId="77777777" w:rsidR="00627FB9" w:rsidRDefault="00627FB9">
      <w:r>
        <w:separator/>
      </w:r>
    </w:p>
    <w:p w14:paraId="0B22792B" w14:textId="77777777" w:rsidR="00627FB9" w:rsidRDefault="00627FB9"/>
    <w:p w14:paraId="448F1381" w14:textId="77777777" w:rsidR="00627FB9" w:rsidRDefault="00627FB9"/>
    <w:p w14:paraId="3FEC0E23" w14:textId="77777777" w:rsidR="00627FB9" w:rsidRDefault="00627FB9"/>
    <w:p w14:paraId="5DE7191F" w14:textId="77777777" w:rsidR="00627FB9" w:rsidRDefault="00627FB9" w:rsidP="001377C0"/>
    <w:p w14:paraId="05BBB440" w14:textId="77777777" w:rsidR="00627FB9" w:rsidRDefault="00627FB9" w:rsidP="001377C0"/>
    <w:p w14:paraId="0CFEA3A4" w14:textId="77777777" w:rsidR="00627FB9" w:rsidRDefault="00627FB9"/>
    <w:p w14:paraId="1FD87A62" w14:textId="77777777" w:rsidR="00627FB9" w:rsidRDefault="00627FB9"/>
    <w:p w14:paraId="4EDBD718" w14:textId="77777777" w:rsidR="00627FB9" w:rsidRDefault="00627FB9"/>
  </w:endnote>
  <w:endnote w:type="continuationSeparator" w:id="0">
    <w:p w14:paraId="03D147F1" w14:textId="77777777" w:rsidR="00627FB9" w:rsidRDefault="00627FB9">
      <w:r>
        <w:continuationSeparator/>
      </w:r>
    </w:p>
    <w:p w14:paraId="0EC1A10D" w14:textId="77777777" w:rsidR="00627FB9" w:rsidRDefault="00627FB9"/>
    <w:p w14:paraId="354C218D" w14:textId="77777777" w:rsidR="00627FB9" w:rsidRDefault="00627FB9"/>
    <w:p w14:paraId="44AFF00B" w14:textId="77777777" w:rsidR="00627FB9" w:rsidRDefault="00627FB9"/>
    <w:p w14:paraId="2C98BD53" w14:textId="77777777" w:rsidR="00627FB9" w:rsidRDefault="00627FB9" w:rsidP="001377C0"/>
    <w:p w14:paraId="7AA3DF22" w14:textId="77777777" w:rsidR="00627FB9" w:rsidRDefault="00627FB9" w:rsidP="001377C0"/>
    <w:p w14:paraId="7BB40E37" w14:textId="77777777" w:rsidR="00627FB9" w:rsidRDefault="00627FB9"/>
    <w:p w14:paraId="45923F5A" w14:textId="77777777" w:rsidR="00627FB9" w:rsidRDefault="00627FB9"/>
    <w:p w14:paraId="169544C7" w14:textId="77777777" w:rsidR="00627FB9" w:rsidRDefault="00627F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05BA0" w:rsidRPr="00825C8D" w14:paraId="17D9352B" w14:textId="77777777"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14:paraId="606EDBEB" w14:textId="77777777" w:rsidR="00005BA0" w:rsidRPr="00005BA0" w:rsidRDefault="00005BA0" w:rsidP="00212553">
          <w:pPr>
            <w:tabs>
              <w:tab w:val="center" w:pos="4536"/>
              <w:tab w:val="right" w:pos="9072"/>
            </w:tabs>
            <w:jc w:val="center"/>
            <w:rPr>
              <w:rFonts w:ascii="Arial" w:hAnsi="Arial" w:cs="Arial"/>
              <w:sz w:val="16"/>
              <w:szCs w:val="16"/>
              <w:lang w:val="en-US"/>
            </w:rPr>
          </w:pPr>
          <w:r w:rsidRPr="00005BA0">
            <w:rPr>
              <w:rFonts w:ascii="Arial" w:hAnsi="Arial" w:cs="Arial"/>
              <w:sz w:val="16"/>
              <w:szCs w:val="16"/>
              <w:lang w:val="en-US"/>
            </w:rPr>
            <w:t>A</w:t>
          </w:r>
          <w:r w:rsidR="00212553">
            <w:rPr>
              <w:rFonts w:ascii="Arial" w:hAnsi="Arial" w:cs="Arial"/>
              <w:sz w:val="16"/>
              <w:szCs w:val="16"/>
              <w:lang w:val="en-US"/>
            </w:rPr>
            <w:t>TTRI1_DAF_2025</w:t>
          </w:r>
          <w:r w:rsidRPr="00005BA0">
            <w:rPr>
              <w:rFonts w:ascii="Arial" w:hAnsi="Arial" w:cs="Arial"/>
              <w:sz w:val="16"/>
              <w:szCs w:val="16"/>
              <w:lang w:val="en-US"/>
            </w:rPr>
            <w:t>_</w:t>
          </w:r>
          <w:r w:rsidR="00212553">
            <w:rPr>
              <w:rFonts w:ascii="Arial" w:hAnsi="Arial" w:cs="Arial"/>
              <w:sz w:val="16"/>
              <w:szCs w:val="16"/>
              <w:lang w:val="en-US"/>
            </w:rPr>
            <w:t>000050</w:t>
          </w:r>
        </w:p>
      </w:tc>
      <w:permStart w:id="1491214236" w:edGrp="everyone"/>
      <w:tc>
        <w:tcPr>
          <w:tcW w:w="8251" w:type="dxa"/>
          <w:tcBorders>
            <w:top w:val="single" w:sz="4" w:space="0" w:color="auto"/>
            <w:left w:val="single" w:sz="4" w:space="0" w:color="auto"/>
            <w:bottom w:val="single" w:sz="4" w:space="0" w:color="auto"/>
            <w:right w:val="single" w:sz="4" w:space="0" w:color="auto"/>
          </w:tcBorders>
          <w:vAlign w:val="center"/>
          <w:hideMark/>
        </w:tcPr>
        <w:p w14:paraId="17F7C12E" w14:textId="77777777" w:rsidR="00005BA0" w:rsidRPr="00005BA0" w:rsidRDefault="00C443EE" w:rsidP="00212553">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1491214236"/>
            </w:sdtContent>
          </w:sdt>
          <w:permStart w:id="384962861" w:edGrp="everyone"/>
          <w:r w:rsidR="00005BA0" w:rsidRPr="00005BA0">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212553" w:rsidRPr="00212553">
                    <w:rPr>
                      <w:rFonts w:ascii="Arial" w:hAnsi="Arial" w:cs="Arial"/>
                      <w:sz w:val="16"/>
                      <w:szCs w:val="16"/>
                    </w:rPr>
                    <w:t>La réalisation de la prestation de médecine du travail au profit des personnels civils du Ministère des Armées relevant du 5e CMA de Strasbourg pour les zones géographiques de PHALSBOURG / SARREBOURG (lot 1), BITCHE (lot 2) et DIEUZE (lot 3)</w:t>
                  </w:r>
                  <w:r w:rsidR="00005BA0" w:rsidRPr="00005BA0">
                    <w:rPr>
                      <w:rFonts w:ascii="Arial" w:hAnsi="Arial" w:cs="Arial"/>
                      <w:sz w:val="16"/>
                      <w:szCs w:val="16"/>
                    </w:rPr>
                    <w:t>.</w:t>
                  </w:r>
                </w:sdtContent>
              </w:sdt>
              <w:permEnd w:id="384962861"/>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14:paraId="16BAD063" w14:textId="61D2EEE4" w:rsidR="00005BA0" w:rsidRPr="00005BA0" w:rsidRDefault="00005BA0" w:rsidP="00005BA0">
          <w:pPr>
            <w:tabs>
              <w:tab w:val="center" w:pos="4536"/>
              <w:tab w:val="right" w:pos="9072"/>
            </w:tabs>
            <w:jc w:val="center"/>
            <w:rPr>
              <w:rFonts w:ascii="Arial" w:hAnsi="Arial" w:cs="Arial"/>
              <w:sz w:val="16"/>
              <w:szCs w:val="16"/>
            </w:rPr>
          </w:pPr>
          <w:r w:rsidRPr="00005BA0">
            <w:rPr>
              <w:rFonts w:ascii="Arial" w:hAnsi="Arial" w:cs="Arial"/>
              <w:sz w:val="16"/>
              <w:szCs w:val="16"/>
            </w:rPr>
            <w:fldChar w:fldCharType="begin"/>
          </w:r>
          <w:r w:rsidRPr="00005BA0">
            <w:rPr>
              <w:rFonts w:ascii="Arial" w:hAnsi="Arial" w:cs="Arial"/>
              <w:sz w:val="16"/>
              <w:szCs w:val="16"/>
            </w:rPr>
            <w:instrText>PAGE  \* Arabic  \* MERGEFORMAT</w:instrText>
          </w:r>
          <w:r w:rsidRPr="00005BA0">
            <w:rPr>
              <w:rFonts w:ascii="Arial" w:hAnsi="Arial" w:cs="Arial"/>
              <w:sz w:val="16"/>
              <w:szCs w:val="16"/>
            </w:rPr>
            <w:fldChar w:fldCharType="separate"/>
          </w:r>
          <w:r w:rsidR="00C443EE">
            <w:rPr>
              <w:rFonts w:ascii="Arial" w:hAnsi="Arial" w:cs="Arial"/>
              <w:noProof/>
              <w:sz w:val="16"/>
              <w:szCs w:val="16"/>
            </w:rPr>
            <w:t>1</w:t>
          </w:r>
          <w:r w:rsidRPr="00005BA0">
            <w:rPr>
              <w:rFonts w:ascii="Arial" w:hAnsi="Arial" w:cs="Arial"/>
              <w:sz w:val="16"/>
              <w:szCs w:val="16"/>
            </w:rPr>
            <w:fldChar w:fldCharType="end"/>
          </w:r>
          <w:r w:rsidRPr="00005BA0">
            <w:rPr>
              <w:rFonts w:ascii="Arial" w:hAnsi="Arial" w:cs="Arial"/>
              <w:sz w:val="16"/>
              <w:szCs w:val="16"/>
            </w:rPr>
            <w:t xml:space="preserve"> sur 5</w:t>
          </w:r>
        </w:p>
      </w:tc>
    </w:tr>
  </w:tbl>
  <w:p w14:paraId="02D965E0"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4AD609DD" w14:textId="77777777" w:rsidTr="00EC418E">
      <w:tc>
        <w:tcPr>
          <w:tcW w:w="3259" w:type="dxa"/>
          <w:vAlign w:val="center"/>
        </w:tcPr>
        <w:p w14:paraId="71B9EDD5"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04E5E87D"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0314AA4D"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10453E7A"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34969" w14:textId="77777777" w:rsidR="00627FB9" w:rsidRDefault="00627FB9">
      <w:r>
        <w:separator/>
      </w:r>
    </w:p>
    <w:p w14:paraId="5E940ACC" w14:textId="77777777" w:rsidR="00627FB9" w:rsidRDefault="00627FB9"/>
    <w:p w14:paraId="706F2327" w14:textId="77777777" w:rsidR="00627FB9" w:rsidRDefault="00627FB9"/>
    <w:p w14:paraId="72A47059" w14:textId="77777777" w:rsidR="00627FB9" w:rsidRDefault="00627FB9"/>
    <w:p w14:paraId="2976F6CD" w14:textId="77777777" w:rsidR="00627FB9" w:rsidRDefault="00627FB9" w:rsidP="001377C0"/>
    <w:p w14:paraId="53E6E2AD" w14:textId="77777777" w:rsidR="00627FB9" w:rsidRDefault="00627FB9" w:rsidP="001377C0"/>
    <w:p w14:paraId="5B92D645" w14:textId="77777777" w:rsidR="00627FB9" w:rsidRDefault="00627FB9"/>
    <w:p w14:paraId="2B330396" w14:textId="77777777" w:rsidR="00627FB9" w:rsidRDefault="00627FB9"/>
    <w:p w14:paraId="5F1D6842" w14:textId="77777777" w:rsidR="00627FB9" w:rsidRDefault="00627FB9"/>
  </w:footnote>
  <w:footnote w:type="continuationSeparator" w:id="0">
    <w:p w14:paraId="504F9E18" w14:textId="77777777" w:rsidR="00627FB9" w:rsidRDefault="00627FB9">
      <w:r>
        <w:continuationSeparator/>
      </w:r>
    </w:p>
    <w:p w14:paraId="1970E3F3" w14:textId="77777777" w:rsidR="00627FB9" w:rsidRDefault="00627FB9"/>
    <w:p w14:paraId="1AE5A3F7" w14:textId="77777777" w:rsidR="00627FB9" w:rsidRDefault="00627FB9"/>
    <w:p w14:paraId="76D00787" w14:textId="77777777" w:rsidR="00627FB9" w:rsidRDefault="00627FB9"/>
    <w:p w14:paraId="25BDCD37" w14:textId="77777777" w:rsidR="00627FB9" w:rsidRDefault="00627FB9" w:rsidP="001377C0"/>
    <w:p w14:paraId="7D768487" w14:textId="77777777" w:rsidR="00627FB9" w:rsidRDefault="00627FB9" w:rsidP="001377C0"/>
    <w:p w14:paraId="46C72F2C" w14:textId="77777777" w:rsidR="00627FB9" w:rsidRDefault="00627FB9"/>
    <w:p w14:paraId="626975D6" w14:textId="77777777" w:rsidR="00627FB9" w:rsidRDefault="00627FB9"/>
    <w:p w14:paraId="02DA7E32" w14:textId="77777777" w:rsidR="00627FB9" w:rsidRDefault="00627F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84EF" w14:textId="77777777" w:rsidR="00EC0389" w:rsidRDefault="00EC0389"/>
  <w:p w14:paraId="7EEC7CCB" w14:textId="77777777" w:rsidR="00EC0389" w:rsidRDefault="00EC0389"/>
  <w:p w14:paraId="517C6BE2" w14:textId="77777777" w:rsidR="00EC0389" w:rsidRDefault="00EC0389" w:rsidP="001377C0"/>
  <w:p w14:paraId="2D43ABEC" w14:textId="77777777" w:rsidR="00EC0389" w:rsidRDefault="00EC0389" w:rsidP="001377C0"/>
  <w:p w14:paraId="18274904" w14:textId="77777777" w:rsidR="00EC0389" w:rsidRDefault="00EC0389" w:rsidP="001377C0"/>
  <w:p w14:paraId="3628CE7C" w14:textId="77777777" w:rsidR="00EC0389" w:rsidRDefault="00EC0389" w:rsidP="0026463B"/>
  <w:p w14:paraId="56862F15"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57E3"/>
    <w:rsid w:val="000D788E"/>
    <w:rsid w:val="000E7247"/>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1F4C91"/>
    <w:rsid w:val="00205775"/>
    <w:rsid w:val="00211FC7"/>
    <w:rsid w:val="00212553"/>
    <w:rsid w:val="002131C5"/>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27FB9"/>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360B1"/>
    <w:rsid w:val="00743702"/>
    <w:rsid w:val="00747BD1"/>
    <w:rsid w:val="0075203D"/>
    <w:rsid w:val="00767703"/>
    <w:rsid w:val="007703C0"/>
    <w:rsid w:val="00777F8B"/>
    <w:rsid w:val="007823B2"/>
    <w:rsid w:val="00792F31"/>
    <w:rsid w:val="0079557F"/>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E501D"/>
    <w:rsid w:val="009E65BC"/>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07C37"/>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3EE"/>
    <w:rsid w:val="00C4488D"/>
    <w:rsid w:val="00C47555"/>
    <w:rsid w:val="00C47847"/>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30BB"/>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B7EEF"/>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4668B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rsid w:val="00C47847"/>
    <w:pPr>
      <w:jc w:val="left"/>
    </w:pPr>
    <w:rPr>
      <w:rFonts w:ascii="Verdana" w:eastAsiaTheme="minorHAnsi" w:hAnsi="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6956">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0D49BE"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0D49BE"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0D49BE"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0D49BE"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0D49BE"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0D49BE"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0D49BE"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0D49BE"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0D49BE"/>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552"/>
    <w:rsid w:val="007E5EEA"/>
    <w:rsid w:val="008E095B"/>
    <w:rsid w:val="00966CC0"/>
    <w:rsid w:val="009F3ED4"/>
    <w:rsid w:val="00A11296"/>
    <w:rsid w:val="00AC175F"/>
    <w:rsid w:val="00AC7351"/>
    <w:rsid w:val="00AE162E"/>
    <w:rsid w:val="00B51443"/>
    <w:rsid w:val="00C10AAB"/>
    <w:rsid w:val="00C81852"/>
    <w:rsid w:val="00D550A9"/>
    <w:rsid w:val="00DA7B83"/>
    <w:rsid w:val="00E1666D"/>
    <w:rsid w:val="00E96E7A"/>
    <w:rsid w:val="00EE181D"/>
    <w:rsid w:val="00F122AC"/>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7E55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 w:type="paragraph" w:customStyle="1" w:styleId="E0DF61952FDD471793AC6D441876EB3A">
    <w:name w:val="E0DF61952FDD471793AC6D441876EB3A"/>
    <w:rsid w:val="007E55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CFED-4468-4186-94C1-0C7FB176F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10</TotalTime>
  <Pages>5</Pages>
  <Words>1288</Words>
  <Characters>7582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8853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FLERET Eve TSEF 2CL</cp:lastModifiedBy>
  <cp:revision>6</cp:revision>
  <cp:lastPrinted>2017-03-07T09:34:00Z</cp:lastPrinted>
  <dcterms:created xsi:type="dcterms:W3CDTF">2025-04-28T08:08:00Z</dcterms:created>
  <dcterms:modified xsi:type="dcterms:W3CDTF">2025-07-28T08:23:00Z</dcterms:modified>
</cp:coreProperties>
</file>